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BEE901" w14:textId="77777777" w:rsidR="00C30091" w:rsidRDefault="00C30091" w:rsidP="00B632B4">
      <w:pPr>
        <w:suppressAutoHyphens/>
        <w:autoSpaceDE w:val="0"/>
        <w:autoSpaceDN w:val="0"/>
        <w:adjustRightInd w:val="0"/>
        <w:rPr>
          <w:rFonts w:ascii="Times New Roman" w:hAnsi="Times New Roman"/>
          <w:b/>
          <w:kern w:val="1"/>
          <w:szCs w:val="24"/>
        </w:rPr>
      </w:pPr>
    </w:p>
    <w:p w14:paraId="0148AD38" w14:textId="158DB0A8" w:rsidR="000B1D81" w:rsidRPr="00B65983" w:rsidRDefault="00697077" w:rsidP="00B632B4">
      <w:pPr>
        <w:suppressAutoHyphens/>
        <w:autoSpaceDE w:val="0"/>
        <w:autoSpaceDN w:val="0"/>
        <w:adjustRightInd w:val="0"/>
        <w:rPr>
          <w:rFonts w:ascii="Times New Roman" w:hAnsi="Times New Roman"/>
          <w:b/>
          <w:kern w:val="1"/>
          <w:szCs w:val="24"/>
        </w:rPr>
      </w:pPr>
      <w:r w:rsidRPr="00B65983">
        <w:rPr>
          <w:rFonts w:ascii="Times New Roman" w:hAnsi="Times New Roman"/>
          <w:b/>
          <w:kern w:val="1"/>
          <w:szCs w:val="24"/>
        </w:rPr>
        <w:t>REVISJONI</w:t>
      </w:r>
      <w:r w:rsidR="000B1D81" w:rsidRPr="00B65983">
        <w:rPr>
          <w:rFonts w:ascii="Times New Roman" w:hAnsi="Times New Roman"/>
          <w:b/>
          <w:kern w:val="1"/>
          <w:szCs w:val="24"/>
        </w:rPr>
        <w:t>KOMISJONI KOOSOLEKU PROTOKOLL</w:t>
      </w:r>
    </w:p>
    <w:p w14:paraId="5C29E8A7" w14:textId="77777777" w:rsidR="000B1D81" w:rsidRPr="00B65983" w:rsidRDefault="000B1D81" w:rsidP="00B632B4">
      <w:pPr>
        <w:suppressAutoHyphens/>
        <w:autoSpaceDE w:val="0"/>
        <w:autoSpaceDN w:val="0"/>
        <w:adjustRightInd w:val="0"/>
        <w:rPr>
          <w:rFonts w:ascii="Times New Roman" w:hAnsi="Times New Roman"/>
          <w:kern w:val="1"/>
          <w:szCs w:val="24"/>
        </w:rPr>
      </w:pPr>
    </w:p>
    <w:p w14:paraId="4ECF280F" w14:textId="23D65869" w:rsidR="000B1D81" w:rsidRPr="00B65983" w:rsidRDefault="000B1D81" w:rsidP="00B632B4">
      <w:pPr>
        <w:suppressAutoHyphens/>
        <w:autoSpaceDE w:val="0"/>
        <w:autoSpaceDN w:val="0"/>
        <w:adjustRightInd w:val="0"/>
        <w:rPr>
          <w:rFonts w:ascii="Times New Roman" w:hAnsi="Times New Roman"/>
          <w:kern w:val="1"/>
          <w:szCs w:val="24"/>
        </w:rPr>
      </w:pPr>
      <w:r w:rsidRPr="00B65983">
        <w:rPr>
          <w:rFonts w:ascii="Times New Roman" w:hAnsi="Times New Roman"/>
          <w:kern w:val="1"/>
          <w:szCs w:val="24"/>
        </w:rPr>
        <w:t>Suure-Jaani</w:t>
      </w:r>
      <w:r w:rsidRPr="00B65983">
        <w:rPr>
          <w:rFonts w:ascii="Times New Roman" w:hAnsi="Times New Roman"/>
          <w:kern w:val="1"/>
          <w:szCs w:val="24"/>
        </w:rPr>
        <w:tab/>
      </w:r>
      <w:r w:rsidRPr="00B65983">
        <w:rPr>
          <w:rFonts w:ascii="Times New Roman" w:hAnsi="Times New Roman"/>
          <w:kern w:val="1"/>
          <w:szCs w:val="24"/>
        </w:rPr>
        <w:tab/>
      </w:r>
      <w:r w:rsidRPr="00B65983">
        <w:rPr>
          <w:rFonts w:ascii="Times New Roman" w:hAnsi="Times New Roman"/>
          <w:kern w:val="1"/>
          <w:szCs w:val="24"/>
        </w:rPr>
        <w:tab/>
      </w:r>
      <w:r w:rsidRPr="00B65983">
        <w:rPr>
          <w:rFonts w:ascii="Times New Roman" w:hAnsi="Times New Roman"/>
          <w:kern w:val="1"/>
          <w:szCs w:val="24"/>
        </w:rPr>
        <w:tab/>
      </w:r>
      <w:r w:rsidRPr="00B65983">
        <w:rPr>
          <w:rFonts w:ascii="Times New Roman" w:hAnsi="Times New Roman"/>
          <w:kern w:val="1"/>
          <w:szCs w:val="24"/>
        </w:rPr>
        <w:tab/>
      </w:r>
      <w:r w:rsidRPr="00B65983">
        <w:rPr>
          <w:rFonts w:ascii="Times New Roman" w:hAnsi="Times New Roman"/>
          <w:kern w:val="1"/>
          <w:szCs w:val="24"/>
        </w:rPr>
        <w:tab/>
      </w:r>
      <w:r w:rsidRPr="00B65983">
        <w:rPr>
          <w:rFonts w:ascii="Times New Roman" w:hAnsi="Times New Roman"/>
          <w:kern w:val="1"/>
          <w:szCs w:val="24"/>
        </w:rPr>
        <w:tab/>
      </w:r>
      <w:r w:rsidRPr="00B65983">
        <w:rPr>
          <w:rFonts w:ascii="Times New Roman" w:hAnsi="Times New Roman"/>
          <w:kern w:val="1"/>
          <w:szCs w:val="24"/>
        </w:rPr>
        <w:tab/>
      </w:r>
      <w:r w:rsidR="00662B59">
        <w:rPr>
          <w:rFonts w:ascii="Times New Roman" w:hAnsi="Times New Roman"/>
          <w:kern w:val="1"/>
          <w:szCs w:val="24"/>
        </w:rPr>
        <w:tab/>
      </w:r>
      <w:r w:rsidR="00E3616E">
        <w:rPr>
          <w:rFonts w:ascii="Times New Roman" w:hAnsi="Times New Roman"/>
          <w:kern w:val="1"/>
          <w:szCs w:val="24"/>
        </w:rPr>
        <w:t>30</w:t>
      </w:r>
      <w:r w:rsidR="002561BF">
        <w:rPr>
          <w:rFonts w:ascii="Times New Roman" w:hAnsi="Times New Roman"/>
          <w:kern w:val="1"/>
          <w:szCs w:val="24"/>
        </w:rPr>
        <w:t xml:space="preserve">. </w:t>
      </w:r>
      <w:r w:rsidR="00E3616E">
        <w:rPr>
          <w:rFonts w:ascii="Times New Roman" w:hAnsi="Times New Roman"/>
          <w:kern w:val="1"/>
          <w:szCs w:val="24"/>
        </w:rPr>
        <w:t>mai</w:t>
      </w:r>
      <w:r w:rsidR="00B875B1" w:rsidRPr="00B65983">
        <w:rPr>
          <w:rFonts w:ascii="Times New Roman" w:hAnsi="Times New Roman"/>
          <w:kern w:val="1"/>
          <w:szCs w:val="24"/>
        </w:rPr>
        <w:t xml:space="preserve"> 202</w:t>
      </w:r>
      <w:r w:rsidR="00C30091">
        <w:rPr>
          <w:rFonts w:ascii="Times New Roman" w:hAnsi="Times New Roman"/>
          <w:kern w:val="1"/>
          <w:szCs w:val="24"/>
        </w:rPr>
        <w:t>4</w:t>
      </w:r>
      <w:r w:rsidRPr="00B65983">
        <w:rPr>
          <w:rFonts w:ascii="Times New Roman" w:hAnsi="Times New Roman"/>
          <w:kern w:val="1"/>
          <w:szCs w:val="24"/>
        </w:rPr>
        <w:t xml:space="preserve"> nr </w:t>
      </w:r>
      <w:r w:rsidR="00C30091">
        <w:rPr>
          <w:rFonts w:ascii="Times New Roman" w:hAnsi="Times New Roman"/>
          <w:kern w:val="1"/>
          <w:szCs w:val="24"/>
        </w:rPr>
        <w:t>1</w:t>
      </w:r>
      <w:r w:rsidR="00E3616E">
        <w:rPr>
          <w:rFonts w:ascii="Times New Roman" w:hAnsi="Times New Roman"/>
          <w:kern w:val="1"/>
          <w:szCs w:val="24"/>
        </w:rPr>
        <w:t>6</w:t>
      </w:r>
    </w:p>
    <w:p w14:paraId="7C40A123" w14:textId="77777777" w:rsidR="000B1D81" w:rsidRPr="00B65983" w:rsidRDefault="000B1D81" w:rsidP="00B632B4">
      <w:pPr>
        <w:suppressAutoHyphens/>
        <w:autoSpaceDE w:val="0"/>
        <w:autoSpaceDN w:val="0"/>
        <w:adjustRightInd w:val="0"/>
        <w:rPr>
          <w:rFonts w:ascii="Times New Roman" w:hAnsi="Times New Roman"/>
          <w:kern w:val="1"/>
          <w:szCs w:val="24"/>
        </w:rPr>
      </w:pPr>
    </w:p>
    <w:p w14:paraId="5672A5D0" w14:textId="6D5FA792" w:rsidR="000B1D81" w:rsidRPr="00B65983" w:rsidRDefault="000B1D81" w:rsidP="00B632B4">
      <w:pPr>
        <w:suppressAutoHyphens/>
        <w:autoSpaceDE w:val="0"/>
        <w:autoSpaceDN w:val="0"/>
        <w:adjustRightInd w:val="0"/>
        <w:rPr>
          <w:rFonts w:ascii="Times New Roman" w:hAnsi="Times New Roman"/>
          <w:kern w:val="1"/>
          <w:szCs w:val="24"/>
        </w:rPr>
      </w:pPr>
      <w:r w:rsidRPr="00B65983">
        <w:rPr>
          <w:rFonts w:ascii="Times New Roman" w:hAnsi="Times New Roman"/>
          <w:kern w:val="1"/>
          <w:szCs w:val="24"/>
        </w:rPr>
        <w:t>Algus kell 1</w:t>
      </w:r>
      <w:r w:rsidR="00662B59">
        <w:rPr>
          <w:rFonts w:ascii="Times New Roman" w:hAnsi="Times New Roman"/>
          <w:kern w:val="1"/>
          <w:szCs w:val="24"/>
        </w:rPr>
        <w:t>6</w:t>
      </w:r>
      <w:r w:rsidRPr="00B65983">
        <w:rPr>
          <w:rFonts w:ascii="Times New Roman" w:hAnsi="Times New Roman"/>
          <w:kern w:val="1"/>
          <w:szCs w:val="24"/>
        </w:rPr>
        <w:t>.</w:t>
      </w:r>
      <w:r w:rsidR="00E3616E">
        <w:rPr>
          <w:rFonts w:ascii="Times New Roman" w:hAnsi="Times New Roman"/>
          <w:kern w:val="1"/>
          <w:szCs w:val="24"/>
        </w:rPr>
        <w:t>00</w:t>
      </w:r>
      <w:r w:rsidRPr="00B65983">
        <w:rPr>
          <w:rFonts w:ascii="Times New Roman" w:hAnsi="Times New Roman"/>
          <w:kern w:val="1"/>
          <w:szCs w:val="24"/>
        </w:rPr>
        <w:t xml:space="preserve">, lõpp kell </w:t>
      </w:r>
      <w:r w:rsidR="00391EB3">
        <w:rPr>
          <w:rFonts w:ascii="Times New Roman" w:hAnsi="Times New Roman"/>
          <w:kern w:val="1"/>
          <w:szCs w:val="24"/>
        </w:rPr>
        <w:t>1</w:t>
      </w:r>
      <w:r w:rsidR="00E3616E">
        <w:rPr>
          <w:rFonts w:ascii="Times New Roman" w:hAnsi="Times New Roman"/>
          <w:kern w:val="1"/>
          <w:szCs w:val="24"/>
        </w:rPr>
        <w:t>6</w:t>
      </w:r>
      <w:r w:rsidR="00391EB3">
        <w:rPr>
          <w:rFonts w:ascii="Times New Roman" w:hAnsi="Times New Roman"/>
          <w:kern w:val="1"/>
          <w:szCs w:val="24"/>
        </w:rPr>
        <w:t>.</w:t>
      </w:r>
      <w:r w:rsidR="00E3616E">
        <w:rPr>
          <w:rFonts w:ascii="Times New Roman" w:hAnsi="Times New Roman"/>
          <w:kern w:val="1"/>
          <w:szCs w:val="24"/>
        </w:rPr>
        <w:t>55</w:t>
      </w:r>
      <w:r w:rsidR="00573E22" w:rsidRPr="00B65983">
        <w:rPr>
          <w:rFonts w:ascii="Times New Roman" w:hAnsi="Times New Roman"/>
          <w:kern w:val="1"/>
          <w:szCs w:val="24"/>
        </w:rPr>
        <w:t>.</w:t>
      </w:r>
    </w:p>
    <w:p w14:paraId="3A44AD18" w14:textId="77777777" w:rsidR="00DD3DEC" w:rsidRDefault="000B1D81" w:rsidP="00B632B4">
      <w:pPr>
        <w:suppressAutoHyphens/>
        <w:autoSpaceDE w:val="0"/>
        <w:autoSpaceDN w:val="0"/>
        <w:adjustRightInd w:val="0"/>
        <w:rPr>
          <w:rFonts w:ascii="Times New Roman" w:hAnsi="Times New Roman"/>
          <w:kern w:val="1"/>
          <w:szCs w:val="24"/>
        </w:rPr>
      </w:pPr>
      <w:r w:rsidRPr="00B65983">
        <w:rPr>
          <w:rFonts w:ascii="Times New Roman" w:hAnsi="Times New Roman"/>
          <w:kern w:val="1"/>
          <w:szCs w:val="24"/>
        </w:rPr>
        <w:t xml:space="preserve">Juhataja </w:t>
      </w:r>
      <w:r w:rsidR="00C30091">
        <w:rPr>
          <w:rFonts w:ascii="Times New Roman" w:hAnsi="Times New Roman"/>
          <w:kern w:val="1"/>
          <w:szCs w:val="24"/>
        </w:rPr>
        <w:t>Enno Rohelpuu</w:t>
      </w:r>
    </w:p>
    <w:p w14:paraId="22D791A4" w14:textId="11C47B9A" w:rsidR="000B1D81" w:rsidRPr="00B65983" w:rsidRDefault="00DD3DEC" w:rsidP="00B632B4">
      <w:pPr>
        <w:suppressAutoHyphens/>
        <w:autoSpaceDE w:val="0"/>
        <w:autoSpaceDN w:val="0"/>
        <w:adjustRightInd w:val="0"/>
        <w:rPr>
          <w:rFonts w:ascii="Times New Roman" w:hAnsi="Times New Roman"/>
          <w:kern w:val="1"/>
          <w:szCs w:val="24"/>
        </w:rPr>
      </w:pPr>
      <w:r>
        <w:rPr>
          <w:rFonts w:ascii="Times New Roman" w:hAnsi="Times New Roman"/>
          <w:kern w:val="1"/>
          <w:szCs w:val="24"/>
        </w:rPr>
        <w:t>P</w:t>
      </w:r>
      <w:r w:rsidR="000B1D81" w:rsidRPr="00B65983">
        <w:rPr>
          <w:rFonts w:ascii="Times New Roman" w:hAnsi="Times New Roman"/>
          <w:kern w:val="1"/>
          <w:szCs w:val="24"/>
        </w:rPr>
        <w:t xml:space="preserve">rotokollija </w:t>
      </w:r>
      <w:r w:rsidR="004879E1">
        <w:rPr>
          <w:rFonts w:ascii="Times New Roman" w:hAnsi="Times New Roman"/>
          <w:kern w:val="1"/>
          <w:szCs w:val="24"/>
        </w:rPr>
        <w:t>Kadi Soolo</w:t>
      </w:r>
    </w:p>
    <w:p w14:paraId="65E3E4A1" w14:textId="39C671A0" w:rsidR="008B73BC" w:rsidRDefault="000B1D81" w:rsidP="00B632B4">
      <w:pPr>
        <w:suppressAutoHyphens/>
        <w:autoSpaceDE w:val="0"/>
        <w:autoSpaceDN w:val="0"/>
        <w:adjustRightInd w:val="0"/>
        <w:rPr>
          <w:rFonts w:ascii="Times New Roman" w:hAnsi="Times New Roman"/>
          <w:kern w:val="1"/>
          <w:szCs w:val="24"/>
        </w:rPr>
      </w:pPr>
      <w:r w:rsidRPr="00B65983">
        <w:rPr>
          <w:rFonts w:ascii="Times New Roman" w:hAnsi="Times New Roman"/>
          <w:kern w:val="1"/>
          <w:szCs w:val="24"/>
        </w:rPr>
        <w:t>Võtsid osa (</w:t>
      </w:r>
      <w:r w:rsidR="00E65073">
        <w:rPr>
          <w:rFonts w:ascii="Times New Roman" w:hAnsi="Times New Roman"/>
          <w:kern w:val="1"/>
          <w:szCs w:val="24"/>
        </w:rPr>
        <w:t>2</w:t>
      </w:r>
      <w:r w:rsidRPr="00B65983">
        <w:rPr>
          <w:rFonts w:ascii="Times New Roman" w:hAnsi="Times New Roman"/>
          <w:kern w:val="1"/>
          <w:szCs w:val="24"/>
        </w:rPr>
        <w:t>):</w:t>
      </w:r>
      <w:r w:rsidR="00DD3DEC">
        <w:rPr>
          <w:rFonts w:ascii="Times New Roman" w:hAnsi="Times New Roman"/>
          <w:kern w:val="1"/>
          <w:szCs w:val="24"/>
        </w:rPr>
        <w:t xml:space="preserve"> </w:t>
      </w:r>
      <w:r w:rsidR="00C30091">
        <w:rPr>
          <w:rFonts w:ascii="Times New Roman" w:hAnsi="Times New Roman"/>
          <w:kern w:val="1"/>
          <w:szCs w:val="24"/>
        </w:rPr>
        <w:t>Tõnis Riisk, Enno Rohelpuu</w:t>
      </w:r>
    </w:p>
    <w:p w14:paraId="00971D7E" w14:textId="73752F01" w:rsidR="00E65073" w:rsidRPr="00B65983" w:rsidRDefault="00E65073" w:rsidP="00B632B4">
      <w:pPr>
        <w:suppressAutoHyphens/>
        <w:autoSpaceDE w:val="0"/>
        <w:autoSpaceDN w:val="0"/>
        <w:adjustRightInd w:val="0"/>
        <w:rPr>
          <w:rFonts w:ascii="Times New Roman" w:hAnsi="Times New Roman"/>
          <w:kern w:val="1"/>
          <w:szCs w:val="24"/>
        </w:rPr>
      </w:pPr>
      <w:r>
        <w:rPr>
          <w:rFonts w:ascii="Times New Roman" w:hAnsi="Times New Roman"/>
          <w:kern w:val="1"/>
          <w:szCs w:val="24"/>
        </w:rPr>
        <w:t>Puudus (1):</w:t>
      </w:r>
      <w:r w:rsidRPr="00E65073">
        <w:rPr>
          <w:rFonts w:ascii="Times New Roman" w:hAnsi="Times New Roman"/>
          <w:kern w:val="1"/>
          <w:szCs w:val="24"/>
        </w:rPr>
        <w:t xml:space="preserve"> </w:t>
      </w:r>
      <w:r>
        <w:rPr>
          <w:rFonts w:ascii="Times New Roman" w:hAnsi="Times New Roman"/>
          <w:kern w:val="1"/>
          <w:szCs w:val="24"/>
        </w:rPr>
        <w:t>Arnold Pastak</w:t>
      </w:r>
    </w:p>
    <w:p w14:paraId="7ECFE2AA" w14:textId="23A0B94A" w:rsidR="00C30091" w:rsidRPr="00AF4AEE" w:rsidRDefault="00AF4AEE" w:rsidP="00DA7AED">
      <w:pPr>
        <w:suppressAutoHyphens/>
        <w:autoSpaceDE w:val="0"/>
        <w:autoSpaceDN w:val="0"/>
        <w:adjustRightInd w:val="0"/>
        <w:rPr>
          <w:rFonts w:ascii="Times New Roman" w:hAnsi="Times New Roman"/>
          <w:kern w:val="1"/>
          <w:szCs w:val="24"/>
        </w:rPr>
      </w:pPr>
      <w:r w:rsidRPr="00AF4AEE">
        <w:rPr>
          <w:rFonts w:ascii="Times New Roman" w:hAnsi="Times New Roman"/>
          <w:kern w:val="1"/>
          <w:szCs w:val="24"/>
        </w:rPr>
        <w:t xml:space="preserve">Kutsutud: </w:t>
      </w:r>
      <w:r w:rsidR="00843F4E">
        <w:rPr>
          <w:rFonts w:ascii="Times New Roman" w:hAnsi="Times New Roman"/>
          <w:kern w:val="1"/>
          <w:szCs w:val="24"/>
        </w:rPr>
        <w:t>vallavanema Karel Tölp, jurist Katrin Truve</w:t>
      </w:r>
      <w:r w:rsidR="008B35AF">
        <w:rPr>
          <w:rFonts w:ascii="Times New Roman" w:hAnsi="Times New Roman"/>
          <w:kern w:val="1"/>
          <w:szCs w:val="24"/>
        </w:rPr>
        <w:t>, IT</w:t>
      </w:r>
      <w:r w:rsidR="006F2D99">
        <w:rPr>
          <w:rFonts w:ascii="Times New Roman" w:hAnsi="Times New Roman"/>
          <w:kern w:val="1"/>
          <w:szCs w:val="24"/>
        </w:rPr>
        <w:t>-</w:t>
      </w:r>
      <w:r w:rsidR="008B35AF">
        <w:rPr>
          <w:rFonts w:ascii="Times New Roman" w:hAnsi="Times New Roman"/>
          <w:kern w:val="1"/>
          <w:szCs w:val="24"/>
        </w:rPr>
        <w:t>spetsialist Marko Reimann</w:t>
      </w:r>
      <w:r w:rsidR="00CC7C2F">
        <w:rPr>
          <w:rFonts w:ascii="Times New Roman" w:hAnsi="Times New Roman"/>
          <w:kern w:val="1"/>
          <w:szCs w:val="24"/>
        </w:rPr>
        <w:t>, haridus- ja kultuurispetsialist Tiina Sünter</w:t>
      </w:r>
      <w:r>
        <w:rPr>
          <w:rFonts w:ascii="Times New Roman" w:hAnsi="Times New Roman"/>
          <w:kern w:val="1"/>
          <w:szCs w:val="24"/>
        </w:rPr>
        <w:t>.</w:t>
      </w:r>
    </w:p>
    <w:p w14:paraId="176F48F7" w14:textId="77777777" w:rsidR="00662B59" w:rsidRDefault="00662B59" w:rsidP="00DA7AED">
      <w:pPr>
        <w:suppressAutoHyphens/>
        <w:autoSpaceDE w:val="0"/>
        <w:autoSpaceDN w:val="0"/>
        <w:adjustRightInd w:val="0"/>
        <w:rPr>
          <w:rFonts w:ascii="Times New Roman" w:hAnsi="Times New Roman"/>
          <w:b/>
          <w:bCs/>
          <w:kern w:val="1"/>
          <w:szCs w:val="24"/>
        </w:rPr>
      </w:pPr>
    </w:p>
    <w:p w14:paraId="77A991BC" w14:textId="77777777" w:rsidR="00AF4AEE" w:rsidRDefault="00AF4AEE" w:rsidP="00DA7AED">
      <w:pPr>
        <w:suppressAutoHyphens/>
        <w:autoSpaceDE w:val="0"/>
        <w:autoSpaceDN w:val="0"/>
        <w:adjustRightInd w:val="0"/>
        <w:rPr>
          <w:rFonts w:ascii="Times New Roman" w:hAnsi="Times New Roman"/>
          <w:b/>
          <w:bCs/>
          <w:kern w:val="1"/>
          <w:szCs w:val="24"/>
        </w:rPr>
      </w:pPr>
    </w:p>
    <w:p w14:paraId="6BAA0879" w14:textId="5BC18CA3" w:rsidR="00DD3DEC" w:rsidRDefault="00AF4AEE" w:rsidP="00DD3DEC">
      <w:pPr>
        <w:suppressAutoHyphens/>
        <w:autoSpaceDE w:val="0"/>
        <w:autoSpaceDN w:val="0"/>
        <w:adjustRightInd w:val="0"/>
        <w:rPr>
          <w:rFonts w:ascii="Times New Roman" w:hAnsi="Times New Roman"/>
          <w:b/>
          <w:bCs/>
          <w:kern w:val="1"/>
          <w:szCs w:val="24"/>
        </w:rPr>
      </w:pPr>
      <w:r>
        <w:rPr>
          <w:rFonts w:ascii="Times New Roman" w:hAnsi="Times New Roman"/>
          <w:b/>
          <w:bCs/>
          <w:kern w:val="1"/>
          <w:szCs w:val="24"/>
        </w:rPr>
        <w:t>P</w:t>
      </w:r>
      <w:r w:rsidR="00DD3DEC" w:rsidRPr="00DD3DEC">
        <w:rPr>
          <w:rFonts w:ascii="Times New Roman" w:hAnsi="Times New Roman"/>
          <w:b/>
          <w:bCs/>
          <w:kern w:val="1"/>
          <w:szCs w:val="24"/>
        </w:rPr>
        <w:t>äevakor</w:t>
      </w:r>
      <w:r>
        <w:rPr>
          <w:rFonts w:ascii="Times New Roman" w:hAnsi="Times New Roman"/>
          <w:b/>
          <w:bCs/>
          <w:kern w:val="1"/>
          <w:szCs w:val="24"/>
        </w:rPr>
        <w:t>ras</w:t>
      </w:r>
      <w:r w:rsidR="00DD3DEC" w:rsidRPr="00DD3DEC">
        <w:rPr>
          <w:rFonts w:ascii="Times New Roman" w:hAnsi="Times New Roman"/>
          <w:b/>
          <w:bCs/>
          <w:kern w:val="1"/>
          <w:szCs w:val="24"/>
        </w:rPr>
        <w:t>:</w:t>
      </w:r>
    </w:p>
    <w:p w14:paraId="2BC06D67" w14:textId="79CC3BAE" w:rsidR="0049461B" w:rsidRPr="00324F95" w:rsidRDefault="0049461B" w:rsidP="0049461B">
      <w:pPr>
        <w:suppressAutoHyphens/>
        <w:autoSpaceDE w:val="0"/>
        <w:autoSpaceDN w:val="0"/>
        <w:adjustRightInd w:val="0"/>
        <w:rPr>
          <w:rFonts w:ascii="Times New Roman" w:hAnsi="Times New Roman"/>
          <w:b/>
          <w:bCs/>
          <w:kern w:val="1"/>
          <w:szCs w:val="24"/>
        </w:rPr>
      </w:pPr>
      <w:r w:rsidRPr="00324F95">
        <w:rPr>
          <w:rFonts w:ascii="Times New Roman" w:hAnsi="Times New Roman"/>
          <w:b/>
          <w:bCs/>
          <w:kern w:val="1"/>
          <w:szCs w:val="24"/>
        </w:rPr>
        <w:t xml:space="preserve">1. </w:t>
      </w:r>
      <w:bookmarkStart w:id="0" w:name="_Hlk168298892"/>
      <w:r w:rsidRPr="00324F95">
        <w:rPr>
          <w:rFonts w:ascii="Times New Roman" w:hAnsi="Times New Roman"/>
          <w:b/>
          <w:bCs/>
          <w:kern w:val="1"/>
          <w:szCs w:val="24"/>
        </w:rPr>
        <w:t>SPOKU analüüs</w:t>
      </w:r>
      <w:bookmarkEnd w:id="0"/>
    </w:p>
    <w:p w14:paraId="41E8F3C6" w14:textId="3F2438FE" w:rsidR="0049461B" w:rsidRPr="0049461B" w:rsidRDefault="0049461B" w:rsidP="0049461B">
      <w:pPr>
        <w:suppressAutoHyphens/>
        <w:autoSpaceDE w:val="0"/>
        <w:autoSpaceDN w:val="0"/>
        <w:adjustRightInd w:val="0"/>
        <w:rPr>
          <w:rFonts w:ascii="Times New Roman" w:hAnsi="Times New Roman"/>
          <w:kern w:val="1"/>
          <w:szCs w:val="24"/>
        </w:rPr>
      </w:pPr>
      <w:r w:rsidRPr="00324F95">
        <w:rPr>
          <w:rFonts w:ascii="Times New Roman" w:hAnsi="Times New Roman"/>
          <w:b/>
          <w:bCs/>
          <w:kern w:val="1"/>
          <w:szCs w:val="24"/>
        </w:rPr>
        <w:t>2. Avaldus Olustvere koolihoone renoveerimise taotlusest</w:t>
      </w:r>
      <w:r w:rsidR="005E4D86" w:rsidRPr="00324F95">
        <w:rPr>
          <w:rFonts w:ascii="Times New Roman" w:hAnsi="Times New Roman"/>
          <w:b/>
          <w:bCs/>
          <w:kern w:val="1"/>
          <w:szCs w:val="24"/>
        </w:rPr>
        <w:t xml:space="preserve"> (</w:t>
      </w:r>
      <w:proofErr w:type="spellStart"/>
      <w:r w:rsidR="005E4D86" w:rsidRPr="00324F95">
        <w:rPr>
          <w:rFonts w:ascii="Times New Roman" w:hAnsi="Times New Roman"/>
          <w:b/>
          <w:bCs/>
          <w:kern w:val="1"/>
          <w:szCs w:val="24"/>
        </w:rPr>
        <w:t>r</w:t>
      </w:r>
      <w:r w:rsidRPr="00324F95">
        <w:rPr>
          <w:rFonts w:ascii="Times New Roman" w:hAnsi="Times New Roman"/>
          <w:b/>
          <w:bCs/>
          <w:kern w:val="1"/>
          <w:szCs w:val="24"/>
        </w:rPr>
        <w:t>eg</w:t>
      </w:r>
      <w:proofErr w:type="spellEnd"/>
      <w:r w:rsidRPr="00324F95">
        <w:rPr>
          <w:rFonts w:ascii="Times New Roman" w:hAnsi="Times New Roman"/>
          <w:b/>
          <w:bCs/>
          <w:kern w:val="1"/>
          <w:szCs w:val="24"/>
        </w:rPr>
        <w:t xml:space="preserve"> nr 1-10/359</w:t>
      </w:r>
      <w:r w:rsidR="005E4D86" w:rsidRPr="00324F95">
        <w:rPr>
          <w:rFonts w:ascii="Times New Roman" w:hAnsi="Times New Roman"/>
          <w:b/>
          <w:bCs/>
          <w:kern w:val="1"/>
          <w:szCs w:val="24"/>
        </w:rPr>
        <w:t>)</w:t>
      </w:r>
      <w:r w:rsidRPr="0049461B">
        <w:rPr>
          <w:rFonts w:ascii="Times New Roman" w:hAnsi="Times New Roman"/>
          <w:kern w:val="1"/>
          <w:szCs w:val="24"/>
        </w:rPr>
        <w:t xml:space="preserve"> </w:t>
      </w:r>
    </w:p>
    <w:p w14:paraId="1B2BEAF9" w14:textId="6BAB4029" w:rsidR="0049461B" w:rsidRPr="0049461B" w:rsidRDefault="0049461B" w:rsidP="0049461B">
      <w:pPr>
        <w:suppressAutoHyphens/>
        <w:autoSpaceDE w:val="0"/>
        <w:autoSpaceDN w:val="0"/>
        <w:adjustRightInd w:val="0"/>
        <w:rPr>
          <w:rFonts w:ascii="Times New Roman" w:hAnsi="Times New Roman"/>
          <w:kern w:val="1"/>
          <w:szCs w:val="24"/>
        </w:rPr>
      </w:pPr>
      <w:r w:rsidRPr="00324F95">
        <w:rPr>
          <w:rFonts w:ascii="Times New Roman" w:hAnsi="Times New Roman"/>
          <w:b/>
          <w:bCs/>
          <w:kern w:val="1"/>
          <w:szCs w:val="24"/>
        </w:rPr>
        <w:t>3. Taotlus teabenõuetele vastamisest</w:t>
      </w:r>
      <w:r w:rsidR="005E4D86" w:rsidRPr="00324F95">
        <w:rPr>
          <w:rFonts w:ascii="Times New Roman" w:hAnsi="Times New Roman"/>
          <w:b/>
          <w:bCs/>
          <w:kern w:val="1"/>
          <w:szCs w:val="24"/>
        </w:rPr>
        <w:t xml:space="preserve"> (</w:t>
      </w:r>
      <w:proofErr w:type="spellStart"/>
      <w:r w:rsidR="005E4D86" w:rsidRPr="00324F95">
        <w:rPr>
          <w:rFonts w:ascii="Times New Roman" w:hAnsi="Times New Roman"/>
          <w:b/>
          <w:bCs/>
          <w:kern w:val="1"/>
          <w:szCs w:val="24"/>
        </w:rPr>
        <w:t>r</w:t>
      </w:r>
      <w:r w:rsidRPr="00324F95">
        <w:rPr>
          <w:rFonts w:ascii="Times New Roman" w:hAnsi="Times New Roman"/>
          <w:b/>
          <w:bCs/>
          <w:kern w:val="1"/>
          <w:szCs w:val="24"/>
        </w:rPr>
        <w:t>eg</w:t>
      </w:r>
      <w:proofErr w:type="spellEnd"/>
      <w:r w:rsidRPr="00324F95">
        <w:rPr>
          <w:rFonts w:ascii="Times New Roman" w:hAnsi="Times New Roman"/>
          <w:b/>
          <w:bCs/>
          <w:kern w:val="1"/>
          <w:szCs w:val="24"/>
        </w:rPr>
        <w:t xml:space="preserve"> nr 1-10/429</w:t>
      </w:r>
      <w:r w:rsidR="005E4D86" w:rsidRPr="00324F95">
        <w:rPr>
          <w:rFonts w:ascii="Times New Roman" w:hAnsi="Times New Roman"/>
          <w:b/>
          <w:bCs/>
          <w:kern w:val="1"/>
          <w:szCs w:val="24"/>
        </w:rPr>
        <w:t>)</w:t>
      </w:r>
      <w:r w:rsidR="005E4D86">
        <w:rPr>
          <w:rFonts w:ascii="Times New Roman" w:hAnsi="Times New Roman"/>
          <w:kern w:val="1"/>
          <w:szCs w:val="24"/>
        </w:rPr>
        <w:t xml:space="preserve"> </w:t>
      </w:r>
      <w:r w:rsidRPr="0049461B">
        <w:rPr>
          <w:rFonts w:ascii="Times New Roman" w:hAnsi="Times New Roman"/>
          <w:kern w:val="1"/>
          <w:szCs w:val="24"/>
        </w:rPr>
        <w:t xml:space="preserve"> </w:t>
      </w:r>
    </w:p>
    <w:p w14:paraId="649C2F21" w14:textId="77777777" w:rsidR="00AF4AEE" w:rsidRDefault="00AF4AEE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kern w:val="1"/>
          <w:szCs w:val="24"/>
        </w:rPr>
      </w:pPr>
    </w:p>
    <w:p w14:paraId="38FDA64A" w14:textId="77777777" w:rsidR="0049461B" w:rsidRDefault="0049461B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kern w:val="1"/>
          <w:szCs w:val="24"/>
        </w:rPr>
      </w:pPr>
    </w:p>
    <w:p w14:paraId="1BFE4918" w14:textId="77777777" w:rsidR="0049461B" w:rsidRPr="000C402B" w:rsidRDefault="0049461B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kern w:val="1"/>
          <w:szCs w:val="24"/>
        </w:rPr>
      </w:pPr>
    </w:p>
    <w:p w14:paraId="073F0C12" w14:textId="160831AF" w:rsidR="00DD3DEC" w:rsidRPr="005E4D86" w:rsidRDefault="00DD3DEC" w:rsidP="00DD3DEC">
      <w:pPr>
        <w:suppressAutoHyphens/>
        <w:autoSpaceDE w:val="0"/>
        <w:autoSpaceDN w:val="0"/>
        <w:adjustRightInd w:val="0"/>
        <w:rPr>
          <w:rFonts w:ascii="Times New Roman" w:hAnsi="Times New Roman"/>
          <w:b/>
          <w:bCs/>
          <w:kern w:val="1"/>
          <w:szCs w:val="24"/>
        </w:rPr>
      </w:pPr>
      <w:r w:rsidRPr="005E4D86">
        <w:rPr>
          <w:rFonts w:ascii="Times New Roman" w:hAnsi="Times New Roman"/>
          <w:b/>
          <w:bCs/>
          <w:kern w:val="1"/>
          <w:szCs w:val="24"/>
        </w:rPr>
        <w:t xml:space="preserve">1. </w:t>
      </w:r>
      <w:r w:rsidR="00662B59" w:rsidRPr="005E4D86">
        <w:rPr>
          <w:rFonts w:ascii="Times New Roman" w:hAnsi="Times New Roman"/>
          <w:b/>
          <w:bCs/>
          <w:kern w:val="1"/>
          <w:szCs w:val="24"/>
        </w:rPr>
        <w:t>​</w:t>
      </w:r>
      <w:r w:rsidR="005E4D86" w:rsidRPr="005E4D86">
        <w:rPr>
          <w:rFonts w:ascii="Times New Roman" w:hAnsi="Times New Roman"/>
          <w:b/>
          <w:bCs/>
          <w:kern w:val="1"/>
          <w:szCs w:val="24"/>
        </w:rPr>
        <w:t xml:space="preserve"> SPOKU analüüs</w:t>
      </w:r>
    </w:p>
    <w:p w14:paraId="50E1162D" w14:textId="77777777" w:rsidR="00C30091" w:rsidRDefault="00C30091" w:rsidP="0024420F">
      <w:pPr>
        <w:rPr>
          <w:rFonts w:ascii="Times New Roman" w:hAnsi="Times New Roman"/>
          <w:szCs w:val="24"/>
        </w:rPr>
      </w:pPr>
    </w:p>
    <w:p w14:paraId="270DF832" w14:textId="73DBBB19" w:rsidR="008C045B" w:rsidRDefault="00422407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Marko Reiman</w:t>
      </w:r>
      <w:r w:rsidR="00A627E0">
        <w:rPr>
          <w:rFonts w:ascii="Times New Roman" w:hAnsi="Times New Roman"/>
          <w:szCs w:val="24"/>
        </w:rPr>
        <w:t>n</w:t>
      </w:r>
      <w:r w:rsidR="003945C1">
        <w:rPr>
          <w:rFonts w:ascii="Times New Roman" w:hAnsi="Times New Roman"/>
          <w:szCs w:val="24"/>
        </w:rPr>
        <w:t xml:space="preserve"> ja</w:t>
      </w:r>
      <w:r w:rsidR="00A627E0">
        <w:rPr>
          <w:rFonts w:ascii="Times New Roman" w:hAnsi="Times New Roman"/>
          <w:szCs w:val="24"/>
        </w:rPr>
        <w:t xml:space="preserve"> </w:t>
      </w:r>
      <w:r w:rsidR="003945C1">
        <w:rPr>
          <w:rFonts w:ascii="Times New Roman" w:hAnsi="Times New Roman"/>
          <w:szCs w:val="24"/>
        </w:rPr>
        <w:t xml:space="preserve">Tiina Sünter </w:t>
      </w:r>
      <w:r w:rsidR="00A627E0">
        <w:rPr>
          <w:rFonts w:ascii="Times New Roman" w:hAnsi="Times New Roman"/>
          <w:szCs w:val="24"/>
        </w:rPr>
        <w:t>tutvustas</w:t>
      </w:r>
      <w:r w:rsidR="003F5301">
        <w:rPr>
          <w:rFonts w:ascii="Times New Roman" w:hAnsi="Times New Roman"/>
          <w:szCs w:val="24"/>
        </w:rPr>
        <w:t>id</w:t>
      </w:r>
      <w:r w:rsidR="00A627E0">
        <w:rPr>
          <w:rFonts w:ascii="Times New Roman" w:hAnsi="Times New Roman"/>
          <w:szCs w:val="24"/>
        </w:rPr>
        <w:t xml:space="preserve"> </w:t>
      </w:r>
      <w:r w:rsidR="00E65073">
        <w:rPr>
          <w:rFonts w:ascii="Times New Roman" w:hAnsi="Times New Roman"/>
          <w:szCs w:val="24"/>
        </w:rPr>
        <w:t xml:space="preserve">kohalikele omavalitsustele </w:t>
      </w:r>
      <w:r w:rsidR="00127C96">
        <w:rPr>
          <w:rFonts w:ascii="Times New Roman" w:hAnsi="Times New Roman"/>
          <w:szCs w:val="24"/>
        </w:rPr>
        <w:t xml:space="preserve">loodud </w:t>
      </w:r>
      <w:r w:rsidR="00E65073">
        <w:rPr>
          <w:rFonts w:ascii="Times New Roman" w:hAnsi="Times New Roman"/>
          <w:szCs w:val="24"/>
        </w:rPr>
        <w:t xml:space="preserve">taotluste vastuvõtu ja menetlemise süsteemi </w:t>
      </w:r>
      <w:r w:rsidR="00A627E0">
        <w:rPr>
          <w:rFonts w:ascii="Times New Roman" w:hAnsi="Times New Roman"/>
          <w:szCs w:val="24"/>
        </w:rPr>
        <w:t>SPOKU</w:t>
      </w:r>
      <w:r w:rsidR="00FA2D1A">
        <w:rPr>
          <w:rFonts w:ascii="Times New Roman" w:hAnsi="Times New Roman"/>
          <w:szCs w:val="24"/>
        </w:rPr>
        <w:t>.</w:t>
      </w:r>
      <w:r w:rsidR="000E0701">
        <w:rPr>
          <w:rFonts w:ascii="Times New Roman" w:hAnsi="Times New Roman"/>
          <w:szCs w:val="24"/>
        </w:rPr>
        <w:t xml:space="preserve"> </w:t>
      </w:r>
      <w:r w:rsidR="0070661C">
        <w:rPr>
          <w:rFonts w:ascii="Times New Roman" w:hAnsi="Times New Roman"/>
          <w:szCs w:val="24"/>
        </w:rPr>
        <w:t>Tegemist on iseteenindusega, ku</w:t>
      </w:r>
      <w:r w:rsidR="00B82A81">
        <w:rPr>
          <w:rFonts w:ascii="Times New Roman" w:hAnsi="Times New Roman"/>
          <w:szCs w:val="24"/>
        </w:rPr>
        <w:t xml:space="preserve">hu saab sisse logida </w:t>
      </w:r>
      <w:r w:rsidR="00B82A81" w:rsidRPr="00B82A81">
        <w:rPr>
          <w:rFonts w:ascii="Times New Roman" w:hAnsi="Times New Roman"/>
          <w:szCs w:val="24"/>
        </w:rPr>
        <w:t xml:space="preserve">ID-kaardi, </w:t>
      </w:r>
      <w:r w:rsidR="00054A57">
        <w:rPr>
          <w:rFonts w:ascii="Times New Roman" w:hAnsi="Times New Roman"/>
          <w:szCs w:val="24"/>
        </w:rPr>
        <w:t>M</w:t>
      </w:r>
      <w:r w:rsidR="00B82A81" w:rsidRPr="00B82A81">
        <w:rPr>
          <w:rFonts w:ascii="Times New Roman" w:hAnsi="Times New Roman"/>
          <w:szCs w:val="24"/>
        </w:rPr>
        <w:t xml:space="preserve">obiil-ID või  </w:t>
      </w:r>
      <w:proofErr w:type="spellStart"/>
      <w:r w:rsidR="00B82A81" w:rsidRPr="00B82A81">
        <w:rPr>
          <w:rFonts w:ascii="Times New Roman" w:hAnsi="Times New Roman"/>
          <w:szCs w:val="24"/>
        </w:rPr>
        <w:t>Smart</w:t>
      </w:r>
      <w:proofErr w:type="spellEnd"/>
      <w:r w:rsidR="00B82A81" w:rsidRPr="00B82A81">
        <w:rPr>
          <w:rFonts w:ascii="Times New Roman" w:hAnsi="Times New Roman"/>
          <w:szCs w:val="24"/>
        </w:rPr>
        <w:t>-ID kaudu</w:t>
      </w:r>
      <w:r w:rsidR="00054A57">
        <w:rPr>
          <w:rFonts w:ascii="Times New Roman" w:hAnsi="Times New Roman"/>
          <w:szCs w:val="24"/>
        </w:rPr>
        <w:t xml:space="preserve">. </w:t>
      </w:r>
      <w:r w:rsidR="003A4AD1" w:rsidRPr="003A4AD1">
        <w:rPr>
          <w:rFonts w:ascii="Times New Roman" w:hAnsi="Times New Roman"/>
          <w:szCs w:val="24"/>
        </w:rPr>
        <w:t>Sisse loginud kasutaja andmeid kontrollitakse Rahvastikuregistrist ja Äriregistrist</w:t>
      </w:r>
      <w:r w:rsidR="00067753">
        <w:rPr>
          <w:rFonts w:ascii="Times New Roman" w:hAnsi="Times New Roman"/>
          <w:szCs w:val="24"/>
        </w:rPr>
        <w:t xml:space="preserve">. </w:t>
      </w:r>
      <w:r w:rsidR="00A820DA">
        <w:rPr>
          <w:rFonts w:ascii="Times New Roman" w:hAnsi="Times New Roman"/>
          <w:szCs w:val="24"/>
        </w:rPr>
        <w:t xml:space="preserve">Taotlemine on mugav ja kiire. </w:t>
      </w:r>
      <w:r w:rsidR="00755885">
        <w:rPr>
          <w:rFonts w:ascii="Times New Roman" w:hAnsi="Times New Roman"/>
          <w:szCs w:val="24"/>
        </w:rPr>
        <w:t xml:space="preserve">KOV </w:t>
      </w:r>
      <w:r w:rsidR="0023649C" w:rsidRPr="0023649C">
        <w:rPr>
          <w:rFonts w:ascii="Times New Roman" w:hAnsi="Times New Roman"/>
          <w:szCs w:val="24"/>
        </w:rPr>
        <w:t xml:space="preserve">saab </w:t>
      </w:r>
      <w:r w:rsidR="00755885">
        <w:rPr>
          <w:rFonts w:ascii="Times New Roman" w:hAnsi="Times New Roman"/>
          <w:szCs w:val="24"/>
        </w:rPr>
        <w:t>ise määrata</w:t>
      </w:r>
      <w:r w:rsidR="0023649C" w:rsidRPr="0023649C">
        <w:rPr>
          <w:rFonts w:ascii="Times New Roman" w:hAnsi="Times New Roman"/>
          <w:szCs w:val="24"/>
        </w:rPr>
        <w:t xml:space="preserve"> omad toetuse liigid ja reeglid, kuidas ja millal taotlusi esitada saab ja kuidas toimub menetlemine</w:t>
      </w:r>
      <w:r w:rsidR="00E7524B">
        <w:rPr>
          <w:rFonts w:ascii="Times New Roman" w:hAnsi="Times New Roman"/>
          <w:szCs w:val="24"/>
        </w:rPr>
        <w:t>.</w:t>
      </w:r>
    </w:p>
    <w:p w14:paraId="76E45B4D" w14:textId="77777777" w:rsidR="008C045B" w:rsidRDefault="008C045B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3AA5CA75" w14:textId="254EFE64" w:rsidR="004A2728" w:rsidRDefault="000456AD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SPOKU kaudu saab</w:t>
      </w:r>
      <w:r w:rsidR="00592D14">
        <w:rPr>
          <w:rFonts w:ascii="Times New Roman" w:hAnsi="Times New Roman"/>
          <w:szCs w:val="24"/>
        </w:rPr>
        <w:t xml:space="preserve"> hetkel</w:t>
      </w:r>
      <w:r>
        <w:rPr>
          <w:rFonts w:ascii="Times New Roman" w:hAnsi="Times New Roman"/>
          <w:szCs w:val="24"/>
        </w:rPr>
        <w:t xml:space="preserve"> taotlusi esitada</w:t>
      </w:r>
      <w:r w:rsidR="005416C2">
        <w:rPr>
          <w:rFonts w:ascii="Times New Roman" w:hAnsi="Times New Roman"/>
          <w:szCs w:val="24"/>
        </w:rPr>
        <w:t xml:space="preserve"> </w:t>
      </w:r>
      <w:r w:rsidR="00E86634">
        <w:rPr>
          <w:rFonts w:ascii="Times New Roman" w:hAnsi="Times New Roman"/>
          <w:szCs w:val="24"/>
        </w:rPr>
        <w:t>mittetulundusühenduste</w:t>
      </w:r>
      <w:r w:rsidR="00D67033">
        <w:rPr>
          <w:rFonts w:ascii="Times New Roman" w:hAnsi="Times New Roman"/>
          <w:szCs w:val="24"/>
        </w:rPr>
        <w:t>le</w:t>
      </w:r>
      <w:r w:rsidR="00E86634">
        <w:rPr>
          <w:rFonts w:ascii="Times New Roman" w:hAnsi="Times New Roman"/>
          <w:szCs w:val="24"/>
        </w:rPr>
        <w:t xml:space="preserve"> toetuste </w:t>
      </w:r>
      <w:r w:rsidR="00A85132">
        <w:rPr>
          <w:rFonts w:ascii="Times New Roman" w:hAnsi="Times New Roman"/>
          <w:szCs w:val="24"/>
        </w:rPr>
        <w:t>taotlemiseks</w:t>
      </w:r>
      <w:r w:rsidR="00D67033">
        <w:rPr>
          <w:rFonts w:ascii="Times New Roman" w:hAnsi="Times New Roman"/>
          <w:szCs w:val="24"/>
        </w:rPr>
        <w:t>,</w:t>
      </w:r>
      <w:r w:rsidR="00401DAF">
        <w:rPr>
          <w:rFonts w:ascii="Times New Roman" w:hAnsi="Times New Roman"/>
          <w:szCs w:val="24"/>
        </w:rPr>
        <w:t xml:space="preserve"> </w:t>
      </w:r>
      <w:r w:rsidR="005416C2">
        <w:rPr>
          <w:rFonts w:ascii="Times New Roman" w:hAnsi="Times New Roman"/>
          <w:szCs w:val="24"/>
        </w:rPr>
        <w:t>matuse- ja sünnitoetus</w:t>
      </w:r>
      <w:r w:rsidR="007433B0">
        <w:rPr>
          <w:rFonts w:ascii="Times New Roman" w:hAnsi="Times New Roman"/>
          <w:szCs w:val="24"/>
        </w:rPr>
        <w:t>e</w:t>
      </w:r>
      <w:r w:rsidR="00131286">
        <w:rPr>
          <w:rFonts w:ascii="Times New Roman" w:hAnsi="Times New Roman"/>
          <w:szCs w:val="24"/>
        </w:rPr>
        <w:t xml:space="preserve">, huvihariduse </w:t>
      </w:r>
      <w:r w:rsidR="00D10856">
        <w:rPr>
          <w:rFonts w:ascii="Times New Roman" w:hAnsi="Times New Roman"/>
          <w:szCs w:val="24"/>
        </w:rPr>
        <w:t xml:space="preserve">ja -tegevuse </w:t>
      </w:r>
      <w:r w:rsidR="00131286">
        <w:rPr>
          <w:rFonts w:ascii="Times New Roman" w:hAnsi="Times New Roman"/>
          <w:szCs w:val="24"/>
        </w:rPr>
        <w:t>toetus</w:t>
      </w:r>
      <w:r w:rsidR="007433B0">
        <w:rPr>
          <w:rFonts w:ascii="Times New Roman" w:hAnsi="Times New Roman"/>
          <w:szCs w:val="24"/>
        </w:rPr>
        <w:t>e</w:t>
      </w:r>
      <w:r w:rsidR="00131286">
        <w:rPr>
          <w:rFonts w:ascii="Times New Roman" w:hAnsi="Times New Roman"/>
          <w:szCs w:val="24"/>
        </w:rPr>
        <w:t>,</w:t>
      </w:r>
      <w:r w:rsidR="00D10856">
        <w:rPr>
          <w:rFonts w:ascii="Times New Roman" w:hAnsi="Times New Roman"/>
          <w:szCs w:val="24"/>
        </w:rPr>
        <w:t xml:space="preserve"> lasteaiakoha</w:t>
      </w:r>
      <w:r w:rsidR="00CA1834">
        <w:rPr>
          <w:rFonts w:ascii="Times New Roman" w:hAnsi="Times New Roman"/>
          <w:szCs w:val="24"/>
        </w:rPr>
        <w:t>, avaliku ürituse korraldamise l</w:t>
      </w:r>
      <w:r w:rsidR="007433B0">
        <w:rPr>
          <w:rFonts w:ascii="Times New Roman" w:hAnsi="Times New Roman"/>
          <w:szCs w:val="24"/>
        </w:rPr>
        <w:t xml:space="preserve">oa ja </w:t>
      </w:r>
      <w:r w:rsidR="00CA1834">
        <w:rPr>
          <w:rFonts w:ascii="Times New Roman" w:hAnsi="Times New Roman"/>
          <w:szCs w:val="24"/>
        </w:rPr>
        <w:t>raiel</w:t>
      </w:r>
      <w:r w:rsidR="007433B0">
        <w:rPr>
          <w:rFonts w:ascii="Times New Roman" w:hAnsi="Times New Roman"/>
          <w:szCs w:val="24"/>
        </w:rPr>
        <w:t>oa taotlemiseks</w:t>
      </w:r>
      <w:r w:rsidR="00CA1834">
        <w:rPr>
          <w:rFonts w:ascii="Times New Roman" w:hAnsi="Times New Roman"/>
          <w:szCs w:val="24"/>
        </w:rPr>
        <w:t>.</w:t>
      </w:r>
    </w:p>
    <w:p w14:paraId="757627ED" w14:textId="77777777" w:rsidR="00F92FDA" w:rsidRDefault="00F92FDA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4C73A3A3" w14:textId="3B47A48D" w:rsidR="003E43FA" w:rsidRDefault="00F92FDA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Esimesena avati </w:t>
      </w:r>
      <w:r w:rsidR="00D93631">
        <w:rPr>
          <w:rFonts w:ascii="Times New Roman" w:hAnsi="Times New Roman"/>
          <w:szCs w:val="24"/>
        </w:rPr>
        <w:t xml:space="preserve">2023. a sügisel </w:t>
      </w:r>
      <w:r>
        <w:rPr>
          <w:rFonts w:ascii="Times New Roman" w:hAnsi="Times New Roman"/>
          <w:szCs w:val="24"/>
        </w:rPr>
        <w:t>MTÜde</w:t>
      </w:r>
      <w:r w:rsidR="004F6A26">
        <w:rPr>
          <w:rFonts w:ascii="Times New Roman" w:hAnsi="Times New Roman"/>
          <w:szCs w:val="24"/>
        </w:rPr>
        <w:t>le mittetulunduslikuks tegevuseks</w:t>
      </w:r>
      <w:r>
        <w:rPr>
          <w:rFonts w:ascii="Times New Roman" w:hAnsi="Times New Roman"/>
          <w:szCs w:val="24"/>
        </w:rPr>
        <w:t xml:space="preserve"> taotlus</w:t>
      </w:r>
      <w:r w:rsidR="00397634">
        <w:rPr>
          <w:rFonts w:ascii="Times New Roman" w:hAnsi="Times New Roman"/>
          <w:szCs w:val="24"/>
        </w:rPr>
        <w:t>te vormid, mille kaudu laekus 64 taotlust</w:t>
      </w:r>
      <w:r w:rsidR="00B95A0F">
        <w:rPr>
          <w:rFonts w:ascii="Times New Roman" w:hAnsi="Times New Roman"/>
          <w:szCs w:val="24"/>
        </w:rPr>
        <w:t xml:space="preserve"> ja laekunud on </w:t>
      </w:r>
      <w:r w:rsidR="0085797A">
        <w:rPr>
          <w:rFonts w:ascii="Times New Roman" w:hAnsi="Times New Roman"/>
          <w:szCs w:val="24"/>
        </w:rPr>
        <w:t xml:space="preserve">juba ka </w:t>
      </w:r>
      <w:r w:rsidR="00B95A0F">
        <w:rPr>
          <w:rFonts w:ascii="Times New Roman" w:hAnsi="Times New Roman"/>
          <w:szCs w:val="24"/>
        </w:rPr>
        <w:t xml:space="preserve">üks aruanne. </w:t>
      </w:r>
      <w:r w:rsidR="00980F3C">
        <w:rPr>
          <w:rFonts w:ascii="Times New Roman" w:hAnsi="Times New Roman"/>
          <w:szCs w:val="24"/>
        </w:rPr>
        <w:t>Jooksvalt parandat</w:t>
      </w:r>
      <w:r w:rsidR="003C361E">
        <w:rPr>
          <w:rFonts w:ascii="Times New Roman" w:hAnsi="Times New Roman"/>
          <w:szCs w:val="24"/>
        </w:rPr>
        <w:t>akse</w:t>
      </w:r>
      <w:r w:rsidR="00980F3C">
        <w:rPr>
          <w:rFonts w:ascii="Times New Roman" w:hAnsi="Times New Roman"/>
          <w:szCs w:val="24"/>
        </w:rPr>
        <w:t xml:space="preserve"> väiksemaid vigu</w:t>
      </w:r>
      <w:r w:rsidR="00627B90">
        <w:rPr>
          <w:rFonts w:ascii="Times New Roman" w:hAnsi="Times New Roman"/>
          <w:szCs w:val="24"/>
        </w:rPr>
        <w:t xml:space="preserve"> ja täiendatud vastavalt vajadusele.</w:t>
      </w:r>
      <w:r w:rsidR="00B95A0F">
        <w:rPr>
          <w:rFonts w:ascii="Times New Roman" w:hAnsi="Times New Roman"/>
          <w:szCs w:val="24"/>
        </w:rPr>
        <w:t xml:space="preserve"> </w:t>
      </w:r>
    </w:p>
    <w:p w14:paraId="582D9BDF" w14:textId="77777777" w:rsidR="00843F4E" w:rsidRDefault="00843F4E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166798E6" w14:textId="442F3271" w:rsidR="00843F4E" w:rsidRDefault="004F2269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E. Rohelpuu: </w:t>
      </w:r>
      <w:r w:rsidR="000E728A">
        <w:rPr>
          <w:rFonts w:ascii="Times New Roman" w:hAnsi="Times New Roman"/>
          <w:szCs w:val="24"/>
        </w:rPr>
        <w:t>lihtsustada tuleks tunnustatavate esita</w:t>
      </w:r>
      <w:r w:rsidR="00572306">
        <w:rPr>
          <w:rFonts w:ascii="Times New Roman" w:hAnsi="Times New Roman"/>
          <w:szCs w:val="24"/>
        </w:rPr>
        <w:t xml:space="preserve">mist </w:t>
      </w:r>
      <w:r w:rsidR="003B38DF">
        <w:rPr>
          <w:rFonts w:ascii="Times New Roman" w:hAnsi="Times New Roman"/>
          <w:szCs w:val="24"/>
        </w:rPr>
        <w:t xml:space="preserve">esitaja jaoks </w:t>
      </w:r>
      <w:r w:rsidR="00572306">
        <w:rPr>
          <w:rFonts w:ascii="Times New Roman" w:hAnsi="Times New Roman"/>
          <w:szCs w:val="24"/>
        </w:rPr>
        <w:t>ja selleks võiks samuti SPOKU vormi välja töötada</w:t>
      </w:r>
      <w:r w:rsidR="00575424">
        <w:rPr>
          <w:rFonts w:ascii="Times New Roman" w:hAnsi="Times New Roman"/>
          <w:szCs w:val="24"/>
        </w:rPr>
        <w:t xml:space="preserve">. </w:t>
      </w:r>
    </w:p>
    <w:p w14:paraId="7579CECC" w14:textId="77777777" w:rsidR="00DD3DEC" w:rsidRDefault="00DD3DEC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4143A696" w14:textId="77777777" w:rsidR="008D3E29" w:rsidRDefault="008D3E29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106B5C7F" w14:textId="4F53B286" w:rsidR="00DD3DEC" w:rsidRPr="00AF4AEE" w:rsidRDefault="00DD3DEC" w:rsidP="00DD3DEC">
      <w:pPr>
        <w:suppressAutoHyphens/>
        <w:autoSpaceDE w:val="0"/>
        <w:autoSpaceDN w:val="0"/>
        <w:adjustRightInd w:val="0"/>
        <w:rPr>
          <w:rFonts w:ascii="Times New Roman" w:hAnsi="Times New Roman"/>
          <w:b/>
          <w:bCs/>
          <w:kern w:val="1"/>
          <w:szCs w:val="24"/>
        </w:rPr>
      </w:pPr>
      <w:r w:rsidRPr="00AF4AEE">
        <w:rPr>
          <w:rFonts w:ascii="Times New Roman" w:hAnsi="Times New Roman"/>
          <w:b/>
          <w:bCs/>
          <w:kern w:val="1"/>
          <w:szCs w:val="24"/>
        </w:rPr>
        <w:t xml:space="preserve">2. </w:t>
      </w:r>
      <w:r w:rsidR="00324F95" w:rsidRPr="00324F95">
        <w:rPr>
          <w:rFonts w:ascii="Times New Roman" w:hAnsi="Times New Roman"/>
          <w:b/>
          <w:bCs/>
          <w:kern w:val="1"/>
          <w:szCs w:val="24"/>
        </w:rPr>
        <w:t>Avaldus Olustvere koolihoone renoveerimise taotlusest</w:t>
      </w:r>
    </w:p>
    <w:p w14:paraId="125DC750" w14:textId="77777777" w:rsidR="008D3E29" w:rsidRDefault="008D3E29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kern w:val="1"/>
          <w:szCs w:val="24"/>
        </w:rPr>
      </w:pPr>
    </w:p>
    <w:p w14:paraId="145FF3CF" w14:textId="5CBB23EB" w:rsidR="00AF4AEE" w:rsidRDefault="00500D4C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kern w:val="1"/>
          <w:szCs w:val="24"/>
        </w:rPr>
      </w:pPr>
      <w:r>
        <w:rPr>
          <w:rFonts w:ascii="Times New Roman" w:hAnsi="Times New Roman"/>
          <w:kern w:val="1"/>
          <w:szCs w:val="24"/>
        </w:rPr>
        <w:t xml:space="preserve">Avalduse on esitanud </w:t>
      </w:r>
      <w:r w:rsidR="00D9575E">
        <w:rPr>
          <w:rFonts w:ascii="Times New Roman" w:hAnsi="Times New Roman"/>
          <w:kern w:val="1"/>
          <w:szCs w:val="24"/>
        </w:rPr>
        <w:t>valla</w:t>
      </w:r>
      <w:r w:rsidR="00875476">
        <w:rPr>
          <w:rFonts w:ascii="Times New Roman" w:hAnsi="Times New Roman"/>
          <w:kern w:val="1"/>
          <w:szCs w:val="24"/>
        </w:rPr>
        <w:t xml:space="preserve">volikogu liige </w:t>
      </w:r>
      <w:r>
        <w:rPr>
          <w:rFonts w:ascii="Times New Roman" w:hAnsi="Times New Roman"/>
          <w:kern w:val="1"/>
          <w:szCs w:val="24"/>
        </w:rPr>
        <w:t>Priit Toobal, kes soovib komisjoni hinnangut</w:t>
      </w:r>
      <w:r w:rsidR="00500C7E">
        <w:rPr>
          <w:rFonts w:ascii="Times New Roman" w:hAnsi="Times New Roman"/>
          <w:kern w:val="1"/>
          <w:szCs w:val="24"/>
        </w:rPr>
        <w:t xml:space="preserve"> vallavanema</w:t>
      </w:r>
      <w:r w:rsidR="00941975">
        <w:rPr>
          <w:rFonts w:ascii="Times New Roman" w:hAnsi="Times New Roman"/>
          <w:kern w:val="1"/>
          <w:szCs w:val="24"/>
        </w:rPr>
        <w:t>, valla</w:t>
      </w:r>
      <w:r w:rsidR="00607C99">
        <w:rPr>
          <w:rFonts w:ascii="Times New Roman" w:hAnsi="Times New Roman"/>
          <w:kern w:val="1"/>
          <w:szCs w:val="24"/>
        </w:rPr>
        <w:t>valitsuse ja volikogu</w:t>
      </w:r>
      <w:r w:rsidR="00500C7E">
        <w:rPr>
          <w:rFonts w:ascii="Times New Roman" w:hAnsi="Times New Roman"/>
          <w:kern w:val="1"/>
          <w:szCs w:val="24"/>
        </w:rPr>
        <w:t xml:space="preserve"> tegevuse seaduslikkus</w:t>
      </w:r>
      <w:r w:rsidR="00941975">
        <w:rPr>
          <w:rFonts w:ascii="Times New Roman" w:hAnsi="Times New Roman"/>
          <w:kern w:val="1"/>
          <w:szCs w:val="24"/>
        </w:rPr>
        <w:t>e</w:t>
      </w:r>
      <w:r w:rsidR="00D9575E">
        <w:rPr>
          <w:rFonts w:ascii="Times New Roman" w:hAnsi="Times New Roman"/>
          <w:kern w:val="1"/>
          <w:szCs w:val="24"/>
        </w:rPr>
        <w:t xml:space="preserve"> kohta</w:t>
      </w:r>
      <w:r w:rsidR="00607C99">
        <w:rPr>
          <w:rFonts w:ascii="Times New Roman" w:hAnsi="Times New Roman"/>
          <w:kern w:val="1"/>
          <w:szCs w:val="24"/>
        </w:rPr>
        <w:t xml:space="preserve"> seoses </w:t>
      </w:r>
      <w:r w:rsidR="002622B0">
        <w:rPr>
          <w:rFonts w:ascii="Times New Roman" w:hAnsi="Times New Roman"/>
          <w:kern w:val="1"/>
          <w:szCs w:val="24"/>
        </w:rPr>
        <w:t xml:space="preserve">31. jaanuaril 2024 </w:t>
      </w:r>
      <w:r w:rsidR="008221AB" w:rsidRPr="008221AB">
        <w:rPr>
          <w:rFonts w:ascii="Times New Roman" w:hAnsi="Times New Roman"/>
          <w:kern w:val="1"/>
          <w:szCs w:val="24"/>
        </w:rPr>
        <w:t>Riigi Tugiteenuste Keskusele</w:t>
      </w:r>
      <w:r w:rsidR="00FE5E8F">
        <w:rPr>
          <w:rFonts w:ascii="Times New Roman" w:hAnsi="Times New Roman"/>
          <w:kern w:val="1"/>
          <w:szCs w:val="24"/>
        </w:rPr>
        <w:t xml:space="preserve"> (RTK)</w:t>
      </w:r>
      <w:r w:rsidR="008221AB" w:rsidRPr="008221AB">
        <w:rPr>
          <w:rFonts w:ascii="Times New Roman" w:hAnsi="Times New Roman"/>
          <w:kern w:val="1"/>
          <w:szCs w:val="24"/>
        </w:rPr>
        <w:t xml:space="preserve"> projekti „Olustvere koolihoone energiatõhususe tööde teostamine“ taotluse</w:t>
      </w:r>
      <w:r w:rsidR="008221AB">
        <w:rPr>
          <w:rFonts w:ascii="Times New Roman" w:hAnsi="Times New Roman"/>
          <w:kern w:val="1"/>
          <w:szCs w:val="24"/>
        </w:rPr>
        <w:t xml:space="preserve"> esitamisega.</w:t>
      </w:r>
    </w:p>
    <w:p w14:paraId="7A08A140" w14:textId="73E3CD2C" w:rsidR="002C3C6B" w:rsidRDefault="00A90400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kern w:val="1"/>
          <w:szCs w:val="24"/>
        </w:rPr>
      </w:pPr>
      <w:r>
        <w:rPr>
          <w:rFonts w:ascii="Times New Roman" w:hAnsi="Times New Roman"/>
          <w:kern w:val="1"/>
          <w:szCs w:val="24"/>
        </w:rPr>
        <w:lastRenderedPageBreak/>
        <w:t>Avaldaja leiab, et</w:t>
      </w:r>
      <w:r w:rsidR="00552365">
        <w:rPr>
          <w:rFonts w:ascii="Times New Roman" w:hAnsi="Times New Roman"/>
          <w:kern w:val="1"/>
          <w:szCs w:val="24"/>
        </w:rPr>
        <w:t xml:space="preserve"> </w:t>
      </w:r>
      <w:r w:rsidR="002C3C6B" w:rsidRPr="002C3C6B">
        <w:rPr>
          <w:rFonts w:ascii="Times New Roman" w:hAnsi="Times New Roman"/>
          <w:kern w:val="1"/>
          <w:szCs w:val="24"/>
        </w:rPr>
        <w:t>vallavanemal ei olnud õigust</w:t>
      </w:r>
      <w:r w:rsidR="002C3C6B">
        <w:rPr>
          <w:rFonts w:ascii="Times New Roman" w:hAnsi="Times New Roman"/>
          <w:kern w:val="1"/>
          <w:szCs w:val="24"/>
        </w:rPr>
        <w:t xml:space="preserve"> </w:t>
      </w:r>
      <w:r w:rsidR="002C3C6B" w:rsidRPr="002C3C6B">
        <w:rPr>
          <w:rFonts w:ascii="Times New Roman" w:hAnsi="Times New Roman"/>
          <w:kern w:val="1"/>
          <w:szCs w:val="24"/>
        </w:rPr>
        <w:t>anda projektitaotluses nõutud kinnitusi esitatud  andmete õigsuse ning omafinantseeringu tagamise osas ja vastavuse kohta</w:t>
      </w:r>
      <w:r w:rsidR="004D08D8">
        <w:rPr>
          <w:rFonts w:ascii="Times New Roman" w:hAnsi="Times New Roman"/>
          <w:kern w:val="1"/>
          <w:szCs w:val="24"/>
        </w:rPr>
        <w:t xml:space="preserve"> </w:t>
      </w:r>
      <w:r w:rsidR="002C3C6B" w:rsidRPr="002C3C6B">
        <w:rPr>
          <w:rFonts w:ascii="Times New Roman" w:hAnsi="Times New Roman"/>
          <w:kern w:val="1"/>
          <w:szCs w:val="24"/>
        </w:rPr>
        <w:t>kohaliku omavalitsuse üksuse finantsjuhtimise seaduses nõutu</w:t>
      </w:r>
      <w:r w:rsidR="004D08D8">
        <w:rPr>
          <w:rFonts w:ascii="Times New Roman" w:hAnsi="Times New Roman"/>
          <w:kern w:val="1"/>
          <w:szCs w:val="24"/>
        </w:rPr>
        <w:t xml:space="preserve"> </w:t>
      </w:r>
      <w:r w:rsidR="002C3C6B" w:rsidRPr="002C3C6B">
        <w:rPr>
          <w:rFonts w:ascii="Times New Roman" w:hAnsi="Times New Roman"/>
          <w:kern w:val="1"/>
          <w:szCs w:val="24"/>
        </w:rPr>
        <w:t>osas</w:t>
      </w:r>
      <w:r w:rsidR="00772CBF">
        <w:rPr>
          <w:rFonts w:ascii="Times New Roman" w:hAnsi="Times New Roman"/>
          <w:kern w:val="1"/>
          <w:szCs w:val="24"/>
        </w:rPr>
        <w:t xml:space="preserve">; </w:t>
      </w:r>
      <w:r w:rsidR="002C3C6B" w:rsidRPr="002C3C6B">
        <w:rPr>
          <w:rFonts w:ascii="Times New Roman" w:hAnsi="Times New Roman"/>
          <w:kern w:val="1"/>
          <w:szCs w:val="24"/>
        </w:rPr>
        <w:t>2024. aasta eelarve menetluses</w:t>
      </w:r>
      <w:r w:rsidR="001E3178">
        <w:rPr>
          <w:rFonts w:ascii="Times New Roman" w:hAnsi="Times New Roman"/>
          <w:kern w:val="1"/>
          <w:szCs w:val="24"/>
        </w:rPr>
        <w:t xml:space="preserve"> </w:t>
      </w:r>
      <w:r w:rsidR="002C3C6B" w:rsidRPr="002C3C6B">
        <w:rPr>
          <w:rFonts w:ascii="Times New Roman" w:hAnsi="Times New Roman"/>
          <w:kern w:val="1"/>
          <w:szCs w:val="24"/>
        </w:rPr>
        <w:t>esitati teadlikult valeandmeid</w:t>
      </w:r>
      <w:r w:rsidR="001E3178">
        <w:rPr>
          <w:rFonts w:ascii="Times New Roman" w:hAnsi="Times New Roman"/>
          <w:kern w:val="1"/>
          <w:szCs w:val="24"/>
        </w:rPr>
        <w:t xml:space="preserve"> </w:t>
      </w:r>
      <w:r w:rsidR="002C3C6B" w:rsidRPr="002C3C6B">
        <w:rPr>
          <w:rFonts w:ascii="Times New Roman" w:hAnsi="Times New Roman"/>
          <w:kern w:val="1"/>
          <w:szCs w:val="24"/>
        </w:rPr>
        <w:t>ja esitatakse aasta lõpu jääki suuremana</w:t>
      </w:r>
      <w:r w:rsidR="001E3178">
        <w:rPr>
          <w:rFonts w:ascii="Times New Roman" w:hAnsi="Times New Roman"/>
          <w:kern w:val="1"/>
          <w:szCs w:val="24"/>
        </w:rPr>
        <w:t xml:space="preserve"> </w:t>
      </w:r>
      <w:r w:rsidR="002C3C6B" w:rsidRPr="002C3C6B">
        <w:rPr>
          <w:rFonts w:ascii="Times New Roman" w:hAnsi="Times New Roman"/>
          <w:kern w:val="1"/>
          <w:szCs w:val="24"/>
        </w:rPr>
        <w:t xml:space="preserve">näitamaks valla finantsseisu tegelikust olukorrast paremaks, et vastata </w:t>
      </w:r>
      <w:r w:rsidR="001E3178">
        <w:rPr>
          <w:rFonts w:ascii="Times New Roman" w:hAnsi="Times New Roman"/>
          <w:kern w:val="1"/>
          <w:szCs w:val="24"/>
        </w:rPr>
        <w:t>p</w:t>
      </w:r>
      <w:r w:rsidR="002C3C6B" w:rsidRPr="002C3C6B">
        <w:rPr>
          <w:rFonts w:ascii="Times New Roman" w:hAnsi="Times New Roman"/>
          <w:kern w:val="1"/>
          <w:szCs w:val="24"/>
        </w:rPr>
        <w:t>rojektimeetmes toodud nõuetel</w:t>
      </w:r>
      <w:r w:rsidR="007B1B5F">
        <w:rPr>
          <w:rFonts w:ascii="Times New Roman" w:hAnsi="Times New Roman"/>
          <w:kern w:val="1"/>
          <w:szCs w:val="24"/>
        </w:rPr>
        <w:t xml:space="preserve">e; </w:t>
      </w:r>
      <w:r w:rsidR="002C3C6B" w:rsidRPr="002C3C6B">
        <w:rPr>
          <w:rFonts w:ascii="Times New Roman" w:hAnsi="Times New Roman"/>
          <w:kern w:val="1"/>
          <w:szCs w:val="24"/>
        </w:rPr>
        <w:t>vald esitas Riigi  Tugiteenuste Keskusele teadlikult valeandmeid valla finantsolukorra kohta seoses omafinantseeringu nõuete täitmisega.</w:t>
      </w:r>
    </w:p>
    <w:p w14:paraId="19105288" w14:textId="77777777" w:rsidR="002C3C6B" w:rsidRDefault="002C3C6B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kern w:val="1"/>
          <w:szCs w:val="24"/>
        </w:rPr>
      </w:pPr>
    </w:p>
    <w:p w14:paraId="4E277014" w14:textId="719ED796" w:rsidR="00756718" w:rsidRPr="00076BB8" w:rsidRDefault="00F626E0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kern w:val="1"/>
          <w:szCs w:val="24"/>
        </w:rPr>
      </w:pPr>
      <w:r>
        <w:rPr>
          <w:rFonts w:ascii="Times New Roman" w:hAnsi="Times New Roman"/>
          <w:kern w:val="1"/>
          <w:szCs w:val="24"/>
        </w:rPr>
        <w:t>K</w:t>
      </w:r>
      <w:r w:rsidR="00831CDA">
        <w:rPr>
          <w:rFonts w:ascii="Times New Roman" w:hAnsi="Times New Roman"/>
          <w:kern w:val="1"/>
          <w:szCs w:val="24"/>
        </w:rPr>
        <w:t xml:space="preserve">. </w:t>
      </w:r>
      <w:r>
        <w:rPr>
          <w:rFonts w:ascii="Times New Roman" w:hAnsi="Times New Roman"/>
          <w:kern w:val="1"/>
          <w:szCs w:val="24"/>
        </w:rPr>
        <w:t xml:space="preserve">Truve sõnul seadusandlus ei reguleeri </w:t>
      </w:r>
      <w:r w:rsidR="007F6088">
        <w:rPr>
          <w:rFonts w:ascii="Times New Roman" w:hAnsi="Times New Roman"/>
          <w:kern w:val="1"/>
          <w:szCs w:val="24"/>
        </w:rPr>
        <w:t xml:space="preserve">vallavalitsuse ja volikogu </w:t>
      </w:r>
      <w:proofErr w:type="spellStart"/>
      <w:r w:rsidR="007F6088">
        <w:rPr>
          <w:rFonts w:ascii="Times New Roman" w:hAnsi="Times New Roman"/>
          <w:kern w:val="1"/>
          <w:szCs w:val="24"/>
        </w:rPr>
        <w:t>sisesuhteid</w:t>
      </w:r>
      <w:proofErr w:type="spellEnd"/>
      <w:r w:rsidR="007F6088">
        <w:rPr>
          <w:rFonts w:ascii="Times New Roman" w:hAnsi="Times New Roman"/>
          <w:kern w:val="1"/>
          <w:szCs w:val="24"/>
        </w:rPr>
        <w:t>. Volikogu on ot</w:t>
      </w:r>
      <w:r w:rsidR="007B043F">
        <w:rPr>
          <w:rFonts w:ascii="Times New Roman" w:hAnsi="Times New Roman"/>
          <w:kern w:val="1"/>
          <w:szCs w:val="24"/>
        </w:rPr>
        <w:t>su</w:t>
      </w:r>
      <w:r w:rsidR="007F6088">
        <w:rPr>
          <w:rFonts w:ascii="Times New Roman" w:hAnsi="Times New Roman"/>
          <w:kern w:val="1"/>
          <w:szCs w:val="24"/>
        </w:rPr>
        <w:t>se</w:t>
      </w:r>
      <w:r w:rsidR="00B419A4">
        <w:rPr>
          <w:rFonts w:ascii="Times New Roman" w:hAnsi="Times New Roman"/>
          <w:kern w:val="1"/>
          <w:szCs w:val="24"/>
        </w:rPr>
        <w:t>d</w:t>
      </w:r>
      <w:r w:rsidR="007F6088">
        <w:rPr>
          <w:rFonts w:ascii="Times New Roman" w:hAnsi="Times New Roman"/>
          <w:kern w:val="1"/>
          <w:szCs w:val="24"/>
        </w:rPr>
        <w:t xml:space="preserve"> vastu võtnud</w:t>
      </w:r>
      <w:r w:rsidR="00756718">
        <w:rPr>
          <w:rFonts w:ascii="Times New Roman" w:hAnsi="Times New Roman"/>
          <w:kern w:val="1"/>
          <w:szCs w:val="24"/>
        </w:rPr>
        <w:t xml:space="preserve">. </w:t>
      </w:r>
      <w:r w:rsidR="00D1717F">
        <w:rPr>
          <w:rFonts w:ascii="Times New Roman" w:hAnsi="Times New Roman"/>
          <w:kern w:val="1"/>
          <w:szCs w:val="24"/>
        </w:rPr>
        <w:t>Et e</w:t>
      </w:r>
      <w:r w:rsidR="00756718">
        <w:rPr>
          <w:rFonts w:ascii="Times New Roman" w:hAnsi="Times New Roman"/>
          <w:kern w:val="1"/>
          <w:szCs w:val="24"/>
        </w:rPr>
        <w:t>elarve lugemiste vahel on tõstetud tulumaksu</w:t>
      </w:r>
      <w:r w:rsidR="00B419A4">
        <w:rPr>
          <w:rFonts w:ascii="Times New Roman" w:hAnsi="Times New Roman"/>
          <w:kern w:val="1"/>
          <w:szCs w:val="24"/>
        </w:rPr>
        <w:t xml:space="preserve"> </w:t>
      </w:r>
      <w:r w:rsidR="00756718">
        <w:rPr>
          <w:rFonts w:ascii="Times New Roman" w:hAnsi="Times New Roman"/>
          <w:kern w:val="1"/>
          <w:szCs w:val="24"/>
        </w:rPr>
        <w:t>laekumist 250 000 võrra</w:t>
      </w:r>
      <w:r w:rsidR="00D1717F">
        <w:rPr>
          <w:rFonts w:ascii="Times New Roman" w:hAnsi="Times New Roman"/>
          <w:kern w:val="1"/>
          <w:szCs w:val="24"/>
        </w:rPr>
        <w:t>, on olnud poliitiline otsus</w:t>
      </w:r>
      <w:r w:rsidR="002D1D79">
        <w:rPr>
          <w:rFonts w:ascii="Times New Roman" w:hAnsi="Times New Roman"/>
          <w:kern w:val="1"/>
          <w:szCs w:val="24"/>
        </w:rPr>
        <w:t xml:space="preserve"> ja </w:t>
      </w:r>
      <w:r w:rsidR="00DE7F47">
        <w:rPr>
          <w:rFonts w:ascii="Times New Roman" w:hAnsi="Times New Roman"/>
          <w:kern w:val="1"/>
          <w:szCs w:val="24"/>
        </w:rPr>
        <w:t>laekumi</w:t>
      </w:r>
      <w:r w:rsidR="002D1D79">
        <w:rPr>
          <w:rFonts w:ascii="Times New Roman" w:hAnsi="Times New Roman"/>
          <w:kern w:val="1"/>
          <w:szCs w:val="24"/>
        </w:rPr>
        <w:t>st saab hinnata alles</w:t>
      </w:r>
      <w:r w:rsidR="00DE7F47">
        <w:rPr>
          <w:rFonts w:ascii="Times New Roman" w:hAnsi="Times New Roman"/>
          <w:kern w:val="1"/>
          <w:szCs w:val="24"/>
        </w:rPr>
        <w:t xml:space="preserve"> aasta lõpus.</w:t>
      </w:r>
    </w:p>
    <w:p w14:paraId="3C5460F0" w14:textId="77777777" w:rsidR="00843F4E" w:rsidRPr="00076BB8" w:rsidRDefault="00843F4E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kern w:val="1"/>
          <w:szCs w:val="24"/>
        </w:rPr>
      </w:pPr>
    </w:p>
    <w:p w14:paraId="5E0D795D" w14:textId="7DB40899" w:rsidR="00410938" w:rsidRDefault="00A84CE9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kern w:val="1"/>
          <w:szCs w:val="24"/>
        </w:rPr>
      </w:pPr>
      <w:r>
        <w:rPr>
          <w:rFonts w:ascii="Times New Roman" w:hAnsi="Times New Roman"/>
          <w:kern w:val="1"/>
          <w:szCs w:val="24"/>
        </w:rPr>
        <w:t xml:space="preserve">K. Tölp: </w:t>
      </w:r>
      <w:proofErr w:type="spellStart"/>
      <w:r>
        <w:rPr>
          <w:rFonts w:ascii="Times New Roman" w:hAnsi="Times New Roman"/>
          <w:kern w:val="1"/>
          <w:szCs w:val="24"/>
        </w:rPr>
        <w:t>RTKle</w:t>
      </w:r>
      <w:proofErr w:type="spellEnd"/>
      <w:r>
        <w:rPr>
          <w:rFonts w:ascii="Times New Roman" w:hAnsi="Times New Roman"/>
          <w:kern w:val="1"/>
          <w:szCs w:val="24"/>
        </w:rPr>
        <w:t xml:space="preserve"> </w:t>
      </w:r>
      <w:r w:rsidR="00D567A0">
        <w:rPr>
          <w:rFonts w:ascii="Times New Roman" w:hAnsi="Times New Roman"/>
          <w:kern w:val="1"/>
          <w:szCs w:val="24"/>
        </w:rPr>
        <w:t>o</w:t>
      </w:r>
      <w:r w:rsidR="002D1D79">
        <w:rPr>
          <w:rFonts w:ascii="Times New Roman" w:hAnsi="Times New Roman"/>
          <w:kern w:val="1"/>
          <w:szCs w:val="24"/>
        </w:rPr>
        <w:t>li</w:t>
      </w:r>
      <w:r w:rsidR="00D567A0">
        <w:rPr>
          <w:rFonts w:ascii="Times New Roman" w:hAnsi="Times New Roman"/>
          <w:kern w:val="1"/>
          <w:szCs w:val="24"/>
        </w:rPr>
        <w:t xml:space="preserve"> selle kohta esitatud seletuskiri</w:t>
      </w:r>
      <w:r w:rsidR="00D77EFB">
        <w:rPr>
          <w:rFonts w:ascii="Times New Roman" w:hAnsi="Times New Roman"/>
          <w:kern w:val="1"/>
          <w:szCs w:val="24"/>
        </w:rPr>
        <w:t>. H</w:t>
      </w:r>
      <w:r w:rsidR="00410938">
        <w:rPr>
          <w:rFonts w:ascii="Times New Roman" w:hAnsi="Times New Roman"/>
          <w:kern w:val="1"/>
          <w:szCs w:val="24"/>
        </w:rPr>
        <w:t xml:space="preserve">etkel on </w:t>
      </w:r>
      <w:r w:rsidR="00D77EFB">
        <w:rPr>
          <w:rFonts w:ascii="Times New Roman" w:hAnsi="Times New Roman"/>
          <w:kern w:val="1"/>
          <w:szCs w:val="24"/>
        </w:rPr>
        <w:t xml:space="preserve">projekti osas </w:t>
      </w:r>
      <w:r w:rsidR="00410938">
        <w:rPr>
          <w:rFonts w:ascii="Times New Roman" w:hAnsi="Times New Roman"/>
          <w:kern w:val="1"/>
          <w:szCs w:val="24"/>
        </w:rPr>
        <w:t xml:space="preserve">positiivne vastus tulnud </w:t>
      </w:r>
      <w:r w:rsidR="00831CDA">
        <w:rPr>
          <w:rFonts w:ascii="Times New Roman" w:hAnsi="Times New Roman"/>
          <w:kern w:val="1"/>
          <w:szCs w:val="24"/>
        </w:rPr>
        <w:t>ning</w:t>
      </w:r>
      <w:r w:rsidR="00410938">
        <w:rPr>
          <w:rFonts w:ascii="Times New Roman" w:hAnsi="Times New Roman"/>
          <w:kern w:val="1"/>
          <w:szCs w:val="24"/>
        </w:rPr>
        <w:t xml:space="preserve"> edasi tuleb minna </w:t>
      </w:r>
      <w:r w:rsidR="00095105">
        <w:rPr>
          <w:rFonts w:ascii="Times New Roman" w:hAnsi="Times New Roman"/>
          <w:kern w:val="1"/>
          <w:szCs w:val="24"/>
        </w:rPr>
        <w:t>projekteerimisega</w:t>
      </w:r>
      <w:r w:rsidR="00D567A0">
        <w:rPr>
          <w:rFonts w:ascii="Times New Roman" w:hAnsi="Times New Roman"/>
          <w:kern w:val="1"/>
          <w:szCs w:val="24"/>
        </w:rPr>
        <w:t>.</w:t>
      </w:r>
    </w:p>
    <w:p w14:paraId="01B579BF" w14:textId="77777777" w:rsidR="00410938" w:rsidRDefault="00410938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kern w:val="1"/>
          <w:szCs w:val="24"/>
        </w:rPr>
      </w:pPr>
    </w:p>
    <w:p w14:paraId="34393A71" w14:textId="32A5C5B8" w:rsidR="00410938" w:rsidRDefault="0024524E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kern w:val="1"/>
          <w:szCs w:val="24"/>
        </w:rPr>
      </w:pPr>
      <w:r>
        <w:rPr>
          <w:rFonts w:ascii="Times New Roman" w:hAnsi="Times New Roman"/>
          <w:kern w:val="1"/>
          <w:szCs w:val="24"/>
        </w:rPr>
        <w:t>Toimus arutelu.</w:t>
      </w:r>
    </w:p>
    <w:p w14:paraId="18B3A88E" w14:textId="77777777" w:rsidR="0024524E" w:rsidRDefault="0024524E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kern w:val="1"/>
          <w:szCs w:val="24"/>
        </w:rPr>
      </w:pPr>
    </w:p>
    <w:p w14:paraId="685A0406" w14:textId="6DC2942B" w:rsidR="00410938" w:rsidRPr="00076BB8" w:rsidRDefault="0024524E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kern w:val="1"/>
          <w:szCs w:val="24"/>
        </w:rPr>
      </w:pPr>
      <w:r w:rsidRPr="00F06A61">
        <w:rPr>
          <w:rFonts w:ascii="Times New Roman" w:hAnsi="Times New Roman"/>
          <w:b/>
          <w:bCs/>
          <w:kern w:val="1"/>
          <w:szCs w:val="24"/>
        </w:rPr>
        <w:t>Komisjoni seisukoht</w:t>
      </w:r>
      <w:r w:rsidR="00034E58">
        <w:rPr>
          <w:rFonts w:ascii="Times New Roman" w:hAnsi="Times New Roman"/>
          <w:b/>
          <w:bCs/>
          <w:kern w:val="1"/>
          <w:szCs w:val="24"/>
        </w:rPr>
        <w:t xml:space="preserve">: </w:t>
      </w:r>
      <w:r>
        <w:rPr>
          <w:rFonts w:ascii="Times New Roman" w:hAnsi="Times New Roman"/>
          <w:kern w:val="1"/>
          <w:szCs w:val="24"/>
        </w:rPr>
        <w:t>vallavanema</w:t>
      </w:r>
      <w:r w:rsidR="00477818">
        <w:rPr>
          <w:rFonts w:ascii="Times New Roman" w:hAnsi="Times New Roman"/>
          <w:kern w:val="1"/>
          <w:szCs w:val="24"/>
        </w:rPr>
        <w:t xml:space="preserve"> ega vallavalitsuse poolt ei ole toime pandud seaduserikkumist</w:t>
      </w:r>
      <w:r w:rsidR="00034E58">
        <w:rPr>
          <w:rFonts w:ascii="Times New Roman" w:hAnsi="Times New Roman"/>
          <w:kern w:val="1"/>
          <w:szCs w:val="24"/>
        </w:rPr>
        <w:t>.</w:t>
      </w:r>
    </w:p>
    <w:p w14:paraId="14A31608" w14:textId="77777777" w:rsidR="00843F4E" w:rsidRPr="00076BB8" w:rsidRDefault="00843F4E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kern w:val="1"/>
          <w:szCs w:val="24"/>
        </w:rPr>
      </w:pPr>
    </w:p>
    <w:p w14:paraId="54A5227B" w14:textId="77777777" w:rsidR="00D664CA" w:rsidRPr="00076BB8" w:rsidRDefault="00D664CA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kern w:val="1"/>
          <w:szCs w:val="24"/>
        </w:rPr>
      </w:pPr>
    </w:p>
    <w:p w14:paraId="15C13034" w14:textId="2FF63884" w:rsidR="00616756" w:rsidRDefault="00616756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616756">
        <w:rPr>
          <w:rFonts w:ascii="Times New Roman" w:hAnsi="Times New Roman"/>
          <w:b/>
          <w:bCs/>
          <w:szCs w:val="24"/>
        </w:rPr>
        <w:t xml:space="preserve">3. </w:t>
      </w:r>
      <w:r w:rsidR="00324F95" w:rsidRPr="00324F95">
        <w:rPr>
          <w:rFonts w:ascii="Times New Roman" w:hAnsi="Times New Roman"/>
          <w:b/>
          <w:bCs/>
          <w:szCs w:val="24"/>
        </w:rPr>
        <w:t>Taotlus teabenõuetele vastamisest (</w:t>
      </w:r>
      <w:proofErr w:type="spellStart"/>
      <w:r w:rsidR="00324F95" w:rsidRPr="00324F95">
        <w:rPr>
          <w:rFonts w:ascii="Times New Roman" w:hAnsi="Times New Roman"/>
          <w:b/>
          <w:bCs/>
          <w:szCs w:val="24"/>
        </w:rPr>
        <w:t>reg</w:t>
      </w:r>
      <w:proofErr w:type="spellEnd"/>
      <w:r w:rsidR="00324F95" w:rsidRPr="00324F95">
        <w:rPr>
          <w:rFonts w:ascii="Times New Roman" w:hAnsi="Times New Roman"/>
          <w:b/>
          <w:bCs/>
          <w:szCs w:val="24"/>
        </w:rPr>
        <w:t xml:space="preserve"> nr 1-10/429)</w:t>
      </w:r>
    </w:p>
    <w:p w14:paraId="3CA8645B" w14:textId="77777777" w:rsidR="008D3E29" w:rsidRDefault="008D3E29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341DC815" w14:textId="726CE4CF" w:rsidR="00616756" w:rsidRDefault="002240B4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Taotluse on esitanud vallavolikogu liige Priit Toobal, kus ta soovib</w:t>
      </w:r>
      <w:r w:rsidR="007B3E1C">
        <w:rPr>
          <w:rFonts w:ascii="Times New Roman" w:hAnsi="Times New Roman"/>
          <w:szCs w:val="24"/>
        </w:rPr>
        <w:t xml:space="preserve"> komisjoni seisukohta</w:t>
      </w:r>
      <w:r w:rsidR="002B7DD4">
        <w:rPr>
          <w:rFonts w:ascii="Times New Roman" w:hAnsi="Times New Roman"/>
          <w:szCs w:val="24"/>
        </w:rPr>
        <w:t xml:space="preserve"> </w:t>
      </w:r>
      <w:r w:rsidR="002B7DD4" w:rsidRPr="002B7DD4">
        <w:rPr>
          <w:rFonts w:ascii="Times New Roman" w:hAnsi="Times New Roman"/>
          <w:szCs w:val="24"/>
        </w:rPr>
        <w:t>vallavalitsuse tegevuse</w:t>
      </w:r>
      <w:r w:rsidR="002B7DD4">
        <w:rPr>
          <w:rFonts w:ascii="Times New Roman" w:hAnsi="Times New Roman"/>
          <w:szCs w:val="24"/>
        </w:rPr>
        <w:t xml:space="preserve"> </w:t>
      </w:r>
      <w:r w:rsidR="002B7DD4" w:rsidRPr="002B7DD4">
        <w:rPr>
          <w:rFonts w:ascii="Times New Roman" w:hAnsi="Times New Roman"/>
          <w:szCs w:val="24"/>
        </w:rPr>
        <w:t xml:space="preserve">seaduslikkuses </w:t>
      </w:r>
      <w:r w:rsidR="00027A45">
        <w:rPr>
          <w:rFonts w:ascii="Times New Roman" w:hAnsi="Times New Roman"/>
          <w:szCs w:val="24"/>
        </w:rPr>
        <w:t>tema</w:t>
      </w:r>
      <w:r w:rsidR="002B7DD4" w:rsidRPr="002B7DD4">
        <w:rPr>
          <w:rFonts w:ascii="Times New Roman" w:hAnsi="Times New Roman"/>
          <w:szCs w:val="24"/>
        </w:rPr>
        <w:t xml:space="preserve"> poolt esitatud teabenõuetele mittevastamise osas.</w:t>
      </w:r>
    </w:p>
    <w:p w14:paraId="130F62E1" w14:textId="29F26400" w:rsidR="002C2A23" w:rsidRDefault="00C43274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P. Toobal</w:t>
      </w:r>
      <w:r w:rsidR="00503B78">
        <w:rPr>
          <w:rFonts w:ascii="Times New Roman" w:hAnsi="Times New Roman"/>
          <w:szCs w:val="24"/>
        </w:rPr>
        <w:t xml:space="preserve"> on esitanud</w:t>
      </w:r>
      <w:r w:rsidR="004D76E9">
        <w:rPr>
          <w:rFonts w:ascii="Times New Roman" w:hAnsi="Times New Roman"/>
          <w:szCs w:val="24"/>
        </w:rPr>
        <w:t xml:space="preserve"> </w:t>
      </w:r>
      <w:r w:rsidR="00847C99" w:rsidRPr="00C95831">
        <w:rPr>
          <w:rFonts w:ascii="Times New Roman" w:hAnsi="Times New Roman"/>
          <w:szCs w:val="24"/>
        </w:rPr>
        <w:t xml:space="preserve">03.04.2024 </w:t>
      </w:r>
      <w:r w:rsidR="004D76E9">
        <w:rPr>
          <w:rFonts w:ascii="Times New Roman" w:hAnsi="Times New Roman"/>
          <w:szCs w:val="24"/>
        </w:rPr>
        <w:t>teabenõuded</w:t>
      </w:r>
      <w:r w:rsidR="00C95831">
        <w:rPr>
          <w:rFonts w:ascii="Times New Roman" w:hAnsi="Times New Roman"/>
          <w:szCs w:val="24"/>
        </w:rPr>
        <w:t xml:space="preserve"> </w:t>
      </w:r>
      <w:r w:rsidR="00C95831" w:rsidRPr="00C95831">
        <w:rPr>
          <w:rFonts w:ascii="Times New Roman" w:hAnsi="Times New Roman"/>
          <w:szCs w:val="24"/>
        </w:rPr>
        <w:t xml:space="preserve">Tervisekoja siseauditi </w:t>
      </w:r>
      <w:r w:rsidR="00847C99">
        <w:rPr>
          <w:rFonts w:ascii="Times New Roman" w:hAnsi="Times New Roman"/>
          <w:szCs w:val="24"/>
        </w:rPr>
        <w:t>l</w:t>
      </w:r>
      <w:r w:rsidR="00C95831" w:rsidRPr="00C95831">
        <w:rPr>
          <w:rFonts w:ascii="Times New Roman" w:hAnsi="Times New Roman"/>
          <w:szCs w:val="24"/>
        </w:rPr>
        <w:t>ähteülesa</w:t>
      </w:r>
      <w:r w:rsidR="000356E9">
        <w:rPr>
          <w:rFonts w:ascii="Times New Roman" w:hAnsi="Times New Roman"/>
          <w:szCs w:val="24"/>
        </w:rPr>
        <w:t xml:space="preserve">nde ja </w:t>
      </w:r>
      <w:r w:rsidR="00847C99">
        <w:rPr>
          <w:rFonts w:ascii="Times New Roman" w:hAnsi="Times New Roman"/>
          <w:szCs w:val="24"/>
        </w:rPr>
        <w:t xml:space="preserve"> </w:t>
      </w:r>
      <w:r w:rsidR="00C95831" w:rsidRPr="00C95831">
        <w:rPr>
          <w:rFonts w:ascii="Times New Roman" w:hAnsi="Times New Roman"/>
          <w:szCs w:val="24"/>
        </w:rPr>
        <w:t xml:space="preserve"> Vastemõisa lasteaia rendilepingu</w:t>
      </w:r>
      <w:r w:rsidR="000356E9">
        <w:rPr>
          <w:rFonts w:ascii="Times New Roman" w:hAnsi="Times New Roman"/>
          <w:szCs w:val="24"/>
        </w:rPr>
        <w:t xml:space="preserve"> väljastamiseks</w:t>
      </w:r>
      <w:r w:rsidR="00152F6B">
        <w:rPr>
          <w:rFonts w:ascii="Times New Roman" w:hAnsi="Times New Roman"/>
          <w:szCs w:val="24"/>
        </w:rPr>
        <w:t>, millest esimest pole talle väljastatud</w:t>
      </w:r>
      <w:r w:rsidR="00753386">
        <w:rPr>
          <w:rFonts w:ascii="Times New Roman" w:hAnsi="Times New Roman"/>
          <w:szCs w:val="24"/>
        </w:rPr>
        <w:t xml:space="preserve"> ja teist </w:t>
      </w:r>
      <w:r w:rsidR="00152F6B">
        <w:rPr>
          <w:rFonts w:ascii="Times New Roman" w:hAnsi="Times New Roman"/>
          <w:szCs w:val="24"/>
        </w:rPr>
        <w:t xml:space="preserve">pole </w:t>
      </w:r>
      <w:r w:rsidR="00514D09">
        <w:rPr>
          <w:rFonts w:ascii="Times New Roman" w:hAnsi="Times New Roman"/>
          <w:szCs w:val="24"/>
        </w:rPr>
        <w:t>väljastatud tähtajaliselt ehk 5 päeva jooksul teabenõude saabumisest.</w:t>
      </w:r>
    </w:p>
    <w:p w14:paraId="5B3D1891" w14:textId="77777777" w:rsidR="00EE5A50" w:rsidRDefault="00EE5A50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5550A44F" w14:textId="3E41468C" w:rsidR="009304F8" w:rsidRDefault="00FD32AB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K. Tölp selgitas, et </w:t>
      </w:r>
      <w:r w:rsidR="005072A4">
        <w:rPr>
          <w:rFonts w:ascii="Times New Roman" w:hAnsi="Times New Roman"/>
          <w:szCs w:val="24"/>
        </w:rPr>
        <w:t xml:space="preserve">P. </w:t>
      </w:r>
      <w:proofErr w:type="spellStart"/>
      <w:r w:rsidR="005072A4">
        <w:rPr>
          <w:rFonts w:ascii="Times New Roman" w:hAnsi="Times New Roman"/>
          <w:szCs w:val="24"/>
        </w:rPr>
        <w:t>Toobalile</w:t>
      </w:r>
      <w:proofErr w:type="spellEnd"/>
      <w:r w:rsidR="005072A4">
        <w:rPr>
          <w:rFonts w:ascii="Times New Roman" w:hAnsi="Times New Roman"/>
          <w:szCs w:val="24"/>
        </w:rPr>
        <w:t xml:space="preserve"> on vastatud, et Terviskoja siseauditi lähteülesan</w:t>
      </w:r>
      <w:r w:rsidR="00E30AA8">
        <w:rPr>
          <w:rFonts w:ascii="Times New Roman" w:hAnsi="Times New Roman"/>
          <w:szCs w:val="24"/>
        </w:rPr>
        <w:t xml:space="preserve">ne on asutusesisene dokument ja </w:t>
      </w:r>
      <w:r w:rsidR="00A9234A">
        <w:rPr>
          <w:rFonts w:ascii="Times New Roman" w:hAnsi="Times New Roman"/>
          <w:szCs w:val="24"/>
        </w:rPr>
        <w:t xml:space="preserve">talle väljastatakse </w:t>
      </w:r>
      <w:r w:rsidR="00B51031">
        <w:rPr>
          <w:rFonts w:ascii="Times New Roman" w:hAnsi="Times New Roman"/>
          <w:szCs w:val="24"/>
        </w:rPr>
        <w:t>sise</w:t>
      </w:r>
      <w:r w:rsidR="00A9234A">
        <w:rPr>
          <w:rFonts w:ascii="Times New Roman" w:hAnsi="Times New Roman"/>
          <w:szCs w:val="24"/>
        </w:rPr>
        <w:t>audit, kui see on valmis</w:t>
      </w:r>
      <w:r w:rsidR="00DC062B">
        <w:rPr>
          <w:rFonts w:ascii="Times New Roman" w:hAnsi="Times New Roman"/>
          <w:szCs w:val="24"/>
        </w:rPr>
        <w:t>.</w:t>
      </w:r>
      <w:r w:rsidR="00C84613">
        <w:rPr>
          <w:rFonts w:ascii="Times New Roman" w:hAnsi="Times New Roman"/>
          <w:szCs w:val="24"/>
        </w:rPr>
        <w:t xml:space="preserve"> </w:t>
      </w:r>
    </w:p>
    <w:p w14:paraId="0CCF89D3" w14:textId="1B2EB3A2" w:rsidR="000356E9" w:rsidRDefault="00C84613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Üks põhjustest andmete väljastam</w:t>
      </w:r>
      <w:r w:rsidR="00F4215E">
        <w:rPr>
          <w:rFonts w:ascii="Times New Roman" w:hAnsi="Times New Roman"/>
          <w:szCs w:val="24"/>
        </w:rPr>
        <w:t>ata jätmise</w:t>
      </w:r>
      <w:r w:rsidR="00C53024">
        <w:rPr>
          <w:rFonts w:ascii="Times New Roman" w:hAnsi="Times New Roman"/>
          <w:szCs w:val="24"/>
        </w:rPr>
        <w:t>l</w:t>
      </w:r>
      <w:r>
        <w:rPr>
          <w:rFonts w:ascii="Times New Roman" w:hAnsi="Times New Roman"/>
          <w:szCs w:val="24"/>
        </w:rPr>
        <w:t xml:space="preserve"> </w:t>
      </w:r>
      <w:r w:rsidR="003F0590">
        <w:rPr>
          <w:rFonts w:ascii="Times New Roman" w:hAnsi="Times New Roman"/>
          <w:szCs w:val="24"/>
        </w:rPr>
        <w:t>tule</w:t>
      </w:r>
      <w:r w:rsidR="00DC340C">
        <w:rPr>
          <w:rFonts w:ascii="Times New Roman" w:hAnsi="Times New Roman"/>
          <w:szCs w:val="24"/>
        </w:rPr>
        <w:t>neb</w:t>
      </w:r>
      <w:r w:rsidR="003F0590">
        <w:rPr>
          <w:rFonts w:ascii="Times New Roman" w:hAnsi="Times New Roman"/>
          <w:szCs w:val="24"/>
        </w:rPr>
        <w:t xml:space="preserve"> </w:t>
      </w:r>
      <w:r w:rsidR="00EE5A50">
        <w:rPr>
          <w:rFonts w:ascii="Times New Roman" w:hAnsi="Times New Roman"/>
          <w:szCs w:val="24"/>
        </w:rPr>
        <w:t>eelneva</w:t>
      </w:r>
      <w:r w:rsidR="00E36D19">
        <w:rPr>
          <w:rFonts w:ascii="Times New Roman" w:hAnsi="Times New Roman"/>
          <w:szCs w:val="24"/>
        </w:rPr>
        <w:t>tel</w:t>
      </w:r>
      <w:r w:rsidR="00EE5A50">
        <w:rPr>
          <w:rFonts w:ascii="Times New Roman" w:hAnsi="Times New Roman"/>
          <w:szCs w:val="24"/>
        </w:rPr>
        <w:t xml:space="preserve"> kogemus</w:t>
      </w:r>
      <w:r w:rsidR="00E36D19">
        <w:rPr>
          <w:rFonts w:ascii="Times New Roman" w:hAnsi="Times New Roman"/>
          <w:szCs w:val="24"/>
        </w:rPr>
        <w:t>t</w:t>
      </w:r>
      <w:r w:rsidR="00EE5A50">
        <w:rPr>
          <w:rFonts w:ascii="Times New Roman" w:hAnsi="Times New Roman"/>
          <w:szCs w:val="24"/>
        </w:rPr>
        <w:t xml:space="preserve">el kui asutusesiseseks kasutamiseks mõeldud </w:t>
      </w:r>
      <w:r w:rsidR="00936DF6">
        <w:rPr>
          <w:rFonts w:ascii="Times New Roman" w:hAnsi="Times New Roman"/>
          <w:szCs w:val="24"/>
        </w:rPr>
        <w:t>teavet</w:t>
      </w:r>
      <w:r w:rsidR="00EE5A50">
        <w:rPr>
          <w:rFonts w:ascii="Times New Roman" w:hAnsi="Times New Roman"/>
          <w:szCs w:val="24"/>
        </w:rPr>
        <w:t xml:space="preserve"> </w:t>
      </w:r>
      <w:r w:rsidR="006B1F77">
        <w:rPr>
          <w:rFonts w:ascii="Times New Roman" w:hAnsi="Times New Roman"/>
          <w:szCs w:val="24"/>
        </w:rPr>
        <w:t xml:space="preserve">on </w:t>
      </w:r>
      <w:r w:rsidR="00EE5A50">
        <w:rPr>
          <w:rFonts w:ascii="Times New Roman" w:hAnsi="Times New Roman"/>
          <w:szCs w:val="24"/>
        </w:rPr>
        <w:t>väärkasutat</w:t>
      </w:r>
      <w:r w:rsidR="006B1F77">
        <w:rPr>
          <w:rFonts w:ascii="Times New Roman" w:hAnsi="Times New Roman"/>
          <w:szCs w:val="24"/>
        </w:rPr>
        <w:t>ud</w:t>
      </w:r>
      <w:r w:rsidR="00EE5A50">
        <w:rPr>
          <w:rFonts w:ascii="Times New Roman" w:hAnsi="Times New Roman"/>
          <w:szCs w:val="24"/>
        </w:rPr>
        <w:t>.</w:t>
      </w:r>
    </w:p>
    <w:p w14:paraId="51E84221" w14:textId="77777777" w:rsidR="002C2A23" w:rsidRDefault="002C2A23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2A633892" w14:textId="7E2C2AE5" w:rsidR="00005692" w:rsidRDefault="00005692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Vastemõisa lasteaia rendileping on praeguseks P.</w:t>
      </w:r>
      <w:r w:rsidR="007C32C5"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Toobalile</w:t>
      </w:r>
      <w:proofErr w:type="spellEnd"/>
      <w:r>
        <w:rPr>
          <w:rFonts w:ascii="Times New Roman" w:hAnsi="Times New Roman"/>
          <w:szCs w:val="24"/>
        </w:rPr>
        <w:t xml:space="preserve"> väljastatud</w:t>
      </w:r>
      <w:r w:rsidR="007C32C5">
        <w:rPr>
          <w:rFonts w:ascii="Times New Roman" w:hAnsi="Times New Roman"/>
          <w:szCs w:val="24"/>
        </w:rPr>
        <w:t>. Tegemist on ärisaladust sisaldava dokumendiga, mida pole lubatud</w:t>
      </w:r>
      <w:r w:rsidR="009536B9">
        <w:rPr>
          <w:rFonts w:ascii="Times New Roman" w:hAnsi="Times New Roman"/>
          <w:szCs w:val="24"/>
        </w:rPr>
        <w:t xml:space="preserve"> </w:t>
      </w:r>
      <w:r w:rsidR="00591011">
        <w:rPr>
          <w:rFonts w:ascii="Times New Roman" w:hAnsi="Times New Roman"/>
          <w:szCs w:val="24"/>
        </w:rPr>
        <w:t xml:space="preserve">edasi </w:t>
      </w:r>
      <w:r w:rsidR="009536B9">
        <w:rPr>
          <w:rFonts w:ascii="Times New Roman" w:hAnsi="Times New Roman"/>
          <w:szCs w:val="24"/>
        </w:rPr>
        <w:t>avaldada kolmandatele isikutele</w:t>
      </w:r>
      <w:r w:rsidR="00A96515">
        <w:rPr>
          <w:rFonts w:ascii="Times New Roman" w:hAnsi="Times New Roman"/>
          <w:szCs w:val="24"/>
        </w:rPr>
        <w:t xml:space="preserve">. </w:t>
      </w:r>
    </w:p>
    <w:p w14:paraId="6AE9DE79" w14:textId="77777777" w:rsidR="00005692" w:rsidRDefault="00005692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1E843D88" w14:textId="69108083" w:rsidR="002C2A23" w:rsidRDefault="00E707B6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Toimus arutelu.</w:t>
      </w:r>
    </w:p>
    <w:p w14:paraId="7505181A" w14:textId="77777777" w:rsidR="00E707B6" w:rsidRDefault="00E707B6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0B2385FC" w14:textId="0A7DA1D2" w:rsidR="00E707B6" w:rsidRDefault="00E707B6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E65073">
        <w:rPr>
          <w:rFonts w:ascii="Times New Roman" w:hAnsi="Times New Roman"/>
          <w:b/>
          <w:bCs/>
          <w:szCs w:val="24"/>
        </w:rPr>
        <w:t>Komisjon</w:t>
      </w:r>
      <w:r w:rsidR="00A85CE6" w:rsidRPr="00E65073">
        <w:rPr>
          <w:rFonts w:ascii="Times New Roman" w:hAnsi="Times New Roman"/>
          <w:b/>
          <w:bCs/>
          <w:szCs w:val="24"/>
        </w:rPr>
        <w:t>i seisukoht:</w:t>
      </w:r>
      <w:r w:rsidR="00A85CE6">
        <w:rPr>
          <w:rFonts w:ascii="Times New Roman" w:hAnsi="Times New Roman"/>
          <w:szCs w:val="24"/>
        </w:rPr>
        <w:t xml:space="preserve"> </w:t>
      </w:r>
      <w:r w:rsidR="00ED56DC">
        <w:rPr>
          <w:rFonts w:ascii="Times New Roman" w:hAnsi="Times New Roman"/>
          <w:szCs w:val="24"/>
        </w:rPr>
        <w:t xml:space="preserve">vallavalitsuse töödokumente </w:t>
      </w:r>
      <w:r w:rsidR="006E4D09">
        <w:rPr>
          <w:rFonts w:ascii="Times New Roman" w:hAnsi="Times New Roman"/>
          <w:szCs w:val="24"/>
        </w:rPr>
        <w:t>ja</w:t>
      </w:r>
      <w:r w:rsidR="009B08B3">
        <w:rPr>
          <w:rFonts w:ascii="Times New Roman" w:hAnsi="Times New Roman"/>
          <w:szCs w:val="24"/>
        </w:rPr>
        <w:t xml:space="preserve"> </w:t>
      </w:r>
      <w:r w:rsidR="006E4D09">
        <w:rPr>
          <w:rFonts w:ascii="Times New Roman" w:hAnsi="Times New Roman"/>
          <w:szCs w:val="24"/>
        </w:rPr>
        <w:t>-</w:t>
      </w:r>
      <w:r w:rsidR="009B08B3">
        <w:rPr>
          <w:rFonts w:ascii="Times New Roman" w:hAnsi="Times New Roman"/>
          <w:szCs w:val="24"/>
        </w:rPr>
        <w:t xml:space="preserve">kavandeid </w:t>
      </w:r>
      <w:r w:rsidR="00ED56DC">
        <w:rPr>
          <w:rFonts w:ascii="Times New Roman" w:hAnsi="Times New Roman"/>
          <w:szCs w:val="24"/>
        </w:rPr>
        <w:t xml:space="preserve">ei pea </w:t>
      </w:r>
      <w:r w:rsidR="00393C18">
        <w:rPr>
          <w:rFonts w:ascii="Times New Roman" w:hAnsi="Times New Roman"/>
          <w:szCs w:val="24"/>
        </w:rPr>
        <w:t>teabenõude korras väljastama</w:t>
      </w:r>
      <w:r w:rsidR="003A7F0B">
        <w:rPr>
          <w:rFonts w:ascii="Times New Roman" w:hAnsi="Times New Roman"/>
          <w:szCs w:val="24"/>
        </w:rPr>
        <w:t xml:space="preserve">. </w:t>
      </w:r>
      <w:r w:rsidR="0008480E">
        <w:rPr>
          <w:rFonts w:ascii="Times New Roman" w:hAnsi="Times New Roman"/>
          <w:szCs w:val="24"/>
        </w:rPr>
        <w:t>K</w:t>
      </w:r>
      <w:r w:rsidR="00393C18">
        <w:rPr>
          <w:rFonts w:ascii="Times New Roman" w:hAnsi="Times New Roman"/>
          <w:szCs w:val="24"/>
        </w:rPr>
        <w:t xml:space="preserve">una </w:t>
      </w:r>
      <w:r w:rsidR="00A85CE6">
        <w:rPr>
          <w:rFonts w:ascii="Times New Roman" w:hAnsi="Times New Roman"/>
          <w:szCs w:val="24"/>
        </w:rPr>
        <w:t>t</w:t>
      </w:r>
      <w:r w:rsidR="0008480E">
        <w:rPr>
          <w:rFonts w:ascii="Times New Roman" w:hAnsi="Times New Roman"/>
          <w:szCs w:val="24"/>
        </w:rPr>
        <w:t xml:space="preserve">eabenõuete, avalduste jm kirjadele hulk on suur, siis vastamistähtajad võivad viibida. </w:t>
      </w:r>
    </w:p>
    <w:p w14:paraId="78D9DAD7" w14:textId="77777777" w:rsidR="002C2A23" w:rsidRDefault="002C2A23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703E436A" w14:textId="77777777" w:rsidR="00616756" w:rsidRDefault="00616756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5D8869A8" w14:textId="77777777" w:rsidR="005E41A3" w:rsidRDefault="005E41A3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2F384A14" w14:textId="612BA3B7" w:rsidR="00160603" w:rsidRPr="000C402B" w:rsidRDefault="0018420F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i/>
          <w:iCs/>
          <w:kern w:val="1"/>
          <w:szCs w:val="24"/>
        </w:rPr>
      </w:pPr>
      <w:r w:rsidRPr="000C402B">
        <w:rPr>
          <w:rFonts w:ascii="Times New Roman" w:hAnsi="Times New Roman"/>
          <w:i/>
          <w:iCs/>
          <w:kern w:val="1"/>
          <w:szCs w:val="24"/>
        </w:rPr>
        <w:t>allkirjastatud digitaalselt</w:t>
      </w:r>
      <w:r w:rsidR="00160603" w:rsidRPr="000C402B">
        <w:rPr>
          <w:rFonts w:ascii="Times New Roman" w:hAnsi="Times New Roman"/>
          <w:i/>
          <w:iCs/>
          <w:kern w:val="1"/>
          <w:szCs w:val="24"/>
        </w:rPr>
        <w:tab/>
      </w:r>
      <w:r w:rsidR="00160603" w:rsidRPr="000C402B">
        <w:rPr>
          <w:rFonts w:ascii="Times New Roman" w:hAnsi="Times New Roman"/>
          <w:i/>
          <w:iCs/>
          <w:kern w:val="1"/>
          <w:szCs w:val="24"/>
        </w:rPr>
        <w:tab/>
      </w:r>
      <w:r w:rsidR="00160603" w:rsidRPr="000C402B">
        <w:rPr>
          <w:rFonts w:ascii="Times New Roman" w:hAnsi="Times New Roman"/>
          <w:i/>
          <w:iCs/>
          <w:kern w:val="1"/>
          <w:szCs w:val="24"/>
        </w:rPr>
        <w:tab/>
      </w:r>
      <w:r w:rsidR="00160603" w:rsidRPr="000C402B">
        <w:rPr>
          <w:rFonts w:ascii="Times New Roman" w:hAnsi="Times New Roman"/>
          <w:i/>
          <w:iCs/>
          <w:kern w:val="1"/>
          <w:szCs w:val="24"/>
        </w:rPr>
        <w:tab/>
      </w:r>
      <w:r w:rsidR="00160603" w:rsidRPr="000C402B">
        <w:rPr>
          <w:rFonts w:ascii="Times New Roman" w:hAnsi="Times New Roman"/>
          <w:i/>
          <w:iCs/>
          <w:kern w:val="1"/>
          <w:szCs w:val="24"/>
        </w:rPr>
        <w:tab/>
        <w:t>allkirjastatud digitaalselt</w:t>
      </w:r>
    </w:p>
    <w:p w14:paraId="1D7EBB8F" w14:textId="4BAEEF75" w:rsidR="0018420F" w:rsidRPr="000C402B" w:rsidRDefault="00C30091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kern w:val="1"/>
          <w:szCs w:val="24"/>
        </w:rPr>
      </w:pPr>
      <w:r>
        <w:rPr>
          <w:rFonts w:ascii="Times New Roman" w:hAnsi="Times New Roman"/>
          <w:kern w:val="1"/>
          <w:szCs w:val="24"/>
        </w:rPr>
        <w:t>Enno Rohelpuu</w:t>
      </w:r>
      <w:r w:rsidR="00160603" w:rsidRPr="000C402B">
        <w:rPr>
          <w:rFonts w:ascii="Times New Roman" w:hAnsi="Times New Roman"/>
          <w:kern w:val="1"/>
          <w:szCs w:val="24"/>
        </w:rPr>
        <w:tab/>
      </w:r>
      <w:r w:rsidR="00160603" w:rsidRPr="000C402B">
        <w:rPr>
          <w:rFonts w:ascii="Times New Roman" w:hAnsi="Times New Roman"/>
          <w:kern w:val="1"/>
          <w:szCs w:val="24"/>
        </w:rPr>
        <w:tab/>
      </w:r>
      <w:r w:rsidR="00160603" w:rsidRPr="000C402B">
        <w:rPr>
          <w:rFonts w:ascii="Times New Roman" w:hAnsi="Times New Roman"/>
          <w:kern w:val="1"/>
          <w:szCs w:val="24"/>
        </w:rPr>
        <w:tab/>
      </w:r>
      <w:r w:rsidR="00160603" w:rsidRPr="000C402B">
        <w:rPr>
          <w:rFonts w:ascii="Times New Roman" w:hAnsi="Times New Roman"/>
          <w:kern w:val="1"/>
          <w:szCs w:val="24"/>
        </w:rPr>
        <w:tab/>
      </w:r>
      <w:r w:rsidR="00160603" w:rsidRPr="000C402B">
        <w:rPr>
          <w:rFonts w:ascii="Times New Roman" w:hAnsi="Times New Roman"/>
          <w:kern w:val="1"/>
          <w:szCs w:val="24"/>
        </w:rPr>
        <w:tab/>
      </w:r>
      <w:r w:rsidR="00160603" w:rsidRPr="000C402B">
        <w:rPr>
          <w:rFonts w:ascii="Times New Roman" w:hAnsi="Times New Roman"/>
          <w:kern w:val="1"/>
          <w:szCs w:val="24"/>
        </w:rPr>
        <w:tab/>
      </w:r>
      <w:r w:rsidR="004879E1" w:rsidRPr="000C402B">
        <w:rPr>
          <w:rFonts w:ascii="Times New Roman" w:hAnsi="Times New Roman"/>
          <w:kern w:val="1"/>
          <w:szCs w:val="24"/>
        </w:rPr>
        <w:t>Kadi Soolo</w:t>
      </w:r>
    </w:p>
    <w:p w14:paraId="21EE0BB5" w14:textId="77777777" w:rsidR="0018420F" w:rsidRPr="000C402B" w:rsidRDefault="00160603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kern w:val="1"/>
          <w:szCs w:val="24"/>
        </w:rPr>
      </w:pPr>
      <w:r w:rsidRPr="000C402B">
        <w:rPr>
          <w:rFonts w:ascii="Times New Roman" w:hAnsi="Times New Roman"/>
          <w:kern w:val="1"/>
          <w:szCs w:val="24"/>
        </w:rPr>
        <w:t>j</w:t>
      </w:r>
      <w:r w:rsidR="0018420F" w:rsidRPr="000C402B">
        <w:rPr>
          <w:rFonts w:ascii="Times New Roman" w:hAnsi="Times New Roman"/>
          <w:kern w:val="1"/>
          <w:szCs w:val="24"/>
        </w:rPr>
        <w:t>uhataja</w:t>
      </w:r>
      <w:r w:rsidRPr="000C402B">
        <w:rPr>
          <w:rFonts w:ascii="Times New Roman" w:hAnsi="Times New Roman"/>
          <w:kern w:val="1"/>
          <w:szCs w:val="24"/>
        </w:rPr>
        <w:tab/>
      </w:r>
      <w:r w:rsidRPr="000C402B">
        <w:rPr>
          <w:rFonts w:ascii="Times New Roman" w:hAnsi="Times New Roman"/>
          <w:kern w:val="1"/>
          <w:szCs w:val="24"/>
        </w:rPr>
        <w:tab/>
      </w:r>
      <w:r w:rsidRPr="000C402B">
        <w:rPr>
          <w:rFonts w:ascii="Times New Roman" w:hAnsi="Times New Roman"/>
          <w:kern w:val="1"/>
          <w:szCs w:val="24"/>
        </w:rPr>
        <w:tab/>
      </w:r>
      <w:r w:rsidRPr="000C402B">
        <w:rPr>
          <w:rFonts w:ascii="Times New Roman" w:hAnsi="Times New Roman"/>
          <w:kern w:val="1"/>
          <w:szCs w:val="24"/>
        </w:rPr>
        <w:tab/>
      </w:r>
      <w:r w:rsidRPr="000C402B">
        <w:rPr>
          <w:rFonts w:ascii="Times New Roman" w:hAnsi="Times New Roman"/>
          <w:kern w:val="1"/>
          <w:szCs w:val="24"/>
        </w:rPr>
        <w:tab/>
      </w:r>
      <w:r w:rsidRPr="000C402B">
        <w:rPr>
          <w:rFonts w:ascii="Times New Roman" w:hAnsi="Times New Roman"/>
          <w:kern w:val="1"/>
          <w:szCs w:val="24"/>
        </w:rPr>
        <w:tab/>
      </w:r>
      <w:r w:rsidRPr="000C402B">
        <w:rPr>
          <w:rFonts w:ascii="Times New Roman" w:hAnsi="Times New Roman"/>
          <w:kern w:val="1"/>
          <w:szCs w:val="24"/>
        </w:rPr>
        <w:tab/>
        <w:t>protokollija</w:t>
      </w:r>
    </w:p>
    <w:sectPr w:rsidR="0018420F" w:rsidRPr="000C402B" w:rsidSect="00E65073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426" w:right="991" w:bottom="680" w:left="1418" w:header="0" w:footer="23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5ED047" w14:textId="77777777" w:rsidR="000A1FF7" w:rsidRDefault="000A1FF7">
      <w:r>
        <w:separator/>
      </w:r>
    </w:p>
  </w:endnote>
  <w:endnote w:type="continuationSeparator" w:id="0">
    <w:p w14:paraId="3A70BAB5" w14:textId="77777777" w:rsidR="000A1FF7" w:rsidRDefault="000A1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78649" w14:textId="77777777" w:rsidR="005614AA" w:rsidRDefault="005614AA">
    <w:pPr>
      <w:pStyle w:val="Jalu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59978EE9" w14:textId="77777777" w:rsidR="005614AA" w:rsidRDefault="005614AA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0C7A33" w14:textId="77777777" w:rsidR="005614AA" w:rsidRDefault="005614AA">
    <w:pPr>
      <w:pStyle w:val="Jalus"/>
      <w:framePr w:wrap="around" w:vAnchor="text" w:hAnchor="margin" w:xAlign="center" w:y="1"/>
      <w:rPr>
        <w:rStyle w:val="Lehekljenumber"/>
        <w:sz w:val="18"/>
      </w:rPr>
    </w:pPr>
    <w:r>
      <w:rPr>
        <w:rStyle w:val="Lehekljenumber"/>
        <w:sz w:val="18"/>
      </w:rPr>
      <w:fldChar w:fldCharType="begin"/>
    </w:r>
    <w:r>
      <w:rPr>
        <w:rStyle w:val="Lehekljenumber"/>
        <w:sz w:val="18"/>
      </w:rPr>
      <w:instrText xml:space="preserve">PAGE  </w:instrText>
    </w:r>
    <w:r>
      <w:rPr>
        <w:rStyle w:val="Lehekljenumber"/>
        <w:sz w:val="18"/>
      </w:rPr>
      <w:fldChar w:fldCharType="separate"/>
    </w:r>
    <w:r w:rsidR="00DC71B4">
      <w:rPr>
        <w:rStyle w:val="Lehekljenumber"/>
        <w:noProof/>
        <w:sz w:val="18"/>
      </w:rPr>
      <w:t>2</w:t>
    </w:r>
    <w:r>
      <w:rPr>
        <w:rStyle w:val="Lehekljenumber"/>
        <w:sz w:val="18"/>
      </w:rPr>
      <w:fldChar w:fldCharType="end"/>
    </w:r>
  </w:p>
  <w:p w14:paraId="50B8C26E" w14:textId="77777777" w:rsidR="005614AA" w:rsidRDefault="005614AA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111E3" w14:textId="77777777" w:rsidR="005614AA" w:rsidRDefault="005614AA" w:rsidP="002029E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A47C89" w14:textId="77777777" w:rsidR="000A1FF7" w:rsidRDefault="000A1FF7">
      <w:r>
        <w:separator/>
      </w:r>
    </w:p>
  </w:footnote>
  <w:footnote w:type="continuationSeparator" w:id="0">
    <w:p w14:paraId="2D9D3A7B" w14:textId="77777777" w:rsidR="000A1FF7" w:rsidRDefault="000A1F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E0C298" w14:textId="77777777" w:rsidR="005614AA" w:rsidRDefault="005614AA">
    <w:pPr>
      <w:pStyle w:val="Pis"/>
    </w:pPr>
  </w:p>
  <w:p w14:paraId="1E962B18" w14:textId="77777777" w:rsidR="005614AA" w:rsidRDefault="005614AA">
    <w:pPr>
      <w:pStyle w:val="Pis"/>
    </w:pPr>
  </w:p>
  <w:p w14:paraId="02000473" w14:textId="77777777" w:rsidR="005614AA" w:rsidRDefault="005614AA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BE9D04" w14:textId="77777777" w:rsidR="005614AA" w:rsidRDefault="005614AA" w:rsidP="000143D4">
    <w:pPr>
      <w:pStyle w:val="Pis"/>
    </w:pPr>
  </w:p>
  <w:p w14:paraId="0C9A77BA" w14:textId="77777777" w:rsidR="000143D4" w:rsidRDefault="000143D4" w:rsidP="000143D4">
    <w:pPr>
      <w:pStyle w:val="Pis"/>
    </w:pPr>
  </w:p>
  <w:p w14:paraId="1CEFC2CF" w14:textId="77777777" w:rsidR="005614AA" w:rsidRDefault="0024084B">
    <w:pPr>
      <w:pStyle w:val="Pis"/>
      <w:jc w:val="center"/>
    </w:pPr>
    <w:r w:rsidRPr="001B6CFD">
      <w:rPr>
        <w:noProof/>
        <w:lang w:eastAsia="et-EE"/>
      </w:rPr>
      <w:drawing>
        <wp:inline distT="0" distB="0" distL="0" distR="0" wp14:anchorId="53B762E8" wp14:editId="3D5A30ED">
          <wp:extent cx="695325" cy="895350"/>
          <wp:effectExtent l="0" t="0" r="0" b="0"/>
          <wp:docPr id="601083484" name="Pilt 1" descr="Vapp_Suure_Jaa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1" descr="Vapp_Suure_Jaa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11476E" w14:textId="77777777" w:rsidR="005614AA" w:rsidRDefault="005614AA">
    <w:pPr>
      <w:pStyle w:val="Pis"/>
      <w:jc w:val="center"/>
      <w:rPr>
        <w:sz w:val="20"/>
      </w:rPr>
    </w:pPr>
  </w:p>
  <w:p w14:paraId="72EE24B2" w14:textId="77777777" w:rsidR="005614AA" w:rsidRDefault="009F2B47">
    <w:pPr>
      <w:pStyle w:val="Pis"/>
      <w:jc w:val="center"/>
      <w:rPr>
        <w:rFonts w:ascii="Times New Roman" w:hAnsi="Times New Roman"/>
        <w:b/>
        <w:sz w:val="28"/>
      </w:rPr>
    </w:pPr>
    <w:r>
      <w:rPr>
        <w:rFonts w:ascii="Times New Roman" w:hAnsi="Times New Roman"/>
        <w:b/>
        <w:sz w:val="28"/>
      </w:rPr>
      <w:t>PÕHJA-SAKALA</w:t>
    </w:r>
    <w:r w:rsidR="005614AA">
      <w:rPr>
        <w:rFonts w:ascii="Times New Roman" w:hAnsi="Times New Roman"/>
        <w:b/>
        <w:sz w:val="28"/>
      </w:rPr>
      <w:t xml:space="preserve"> VALLAV</w:t>
    </w:r>
    <w:r w:rsidR="00A96BB4">
      <w:rPr>
        <w:rFonts w:ascii="Times New Roman" w:hAnsi="Times New Roman"/>
        <w:b/>
        <w:sz w:val="28"/>
      </w:rPr>
      <w:t>OLIKOGU</w:t>
    </w:r>
  </w:p>
  <w:p w14:paraId="3502A36C" w14:textId="77777777" w:rsidR="005614AA" w:rsidRDefault="005614AA">
    <w:pPr>
      <w:pStyle w:val="Pis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E6419"/>
    <w:multiLevelType w:val="hybridMultilevel"/>
    <w:tmpl w:val="3496DB26"/>
    <w:lvl w:ilvl="0" w:tplc="E9C6031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083D4CBE"/>
    <w:multiLevelType w:val="multilevel"/>
    <w:tmpl w:val="BE0666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E57C1F"/>
    <w:multiLevelType w:val="hybridMultilevel"/>
    <w:tmpl w:val="FFFFFFFF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5010A44"/>
    <w:multiLevelType w:val="hybridMultilevel"/>
    <w:tmpl w:val="FFFFFFFF"/>
    <w:lvl w:ilvl="0" w:tplc="CAB2C1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741F2"/>
    <w:multiLevelType w:val="hybridMultilevel"/>
    <w:tmpl w:val="3EBC03B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C71721"/>
    <w:multiLevelType w:val="hybridMultilevel"/>
    <w:tmpl w:val="FFFFFFFF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8E11684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1C465C4C"/>
    <w:multiLevelType w:val="hybridMultilevel"/>
    <w:tmpl w:val="FFFFFFFF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9EE525A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BDD7BB8"/>
    <w:multiLevelType w:val="hybridMultilevel"/>
    <w:tmpl w:val="4154996C"/>
    <w:lvl w:ilvl="0" w:tplc="6D04D54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C67C248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FF067D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C5B66D0C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0602F6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058865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781AE71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ACC226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536082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0" w15:restartNumberingAfterBreak="0">
    <w:nsid w:val="324B2BB4"/>
    <w:multiLevelType w:val="hybridMultilevel"/>
    <w:tmpl w:val="FFFFFFFF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E7250CB"/>
    <w:multiLevelType w:val="hybridMultilevel"/>
    <w:tmpl w:val="89FCEAD4"/>
    <w:lvl w:ilvl="0" w:tplc="8CD41A5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BCF1B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14E9D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AA03C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0AE9C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0233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7AE0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B5C58C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1EEE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3C089F"/>
    <w:multiLevelType w:val="hybridMultilevel"/>
    <w:tmpl w:val="43465D4E"/>
    <w:lvl w:ilvl="0" w:tplc="6EA6640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544106D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61CD2E3D"/>
    <w:multiLevelType w:val="hybridMultilevel"/>
    <w:tmpl w:val="884A1984"/>
    <w:lvl w:ilvl="0" w:tplc="2932DEB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A235C8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E39208B"/>
    <w:multiLevelType w:val="hybridMultilevel"/>
    <w:tmpl w:val="4ED2577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110480"/>
    <w:multiLevelType w:val="hybridMultilevel"/>
    <w:tmpl w:val="5C20D142"/>
    <w:lvl w:ilvl="0" w:tplc="24AA1B5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9586086">
    <w:abstractNumId w:val="6"/>
  </w:num>
  <w:num w:numId="2" w16cid:durableId="957177347">
    <w:abstractNumId w:val="3"/>
  </w:num>
  <w:num w:numId="3" w16cid:durableId="1370642411">
    <w:abstractNumId w:val="8"/>
  </w:num>
  <w:num w:numId="4" w16cid:durableId="186063398">
    <w:abstractNumId w:val="10"/>
  </w:num>
  <w:num w:numId="5" w16cid:durableId="1334531280">
    <w:abstractNumId w:val="15"/>
  </w:num>
  <w:num w:numId="6" w16cid:durableId="1910991831">
    <w:abstractNumId w:val="2"/>
  </w:num>
  <w:num w:numId="7" w16cid:durableId="1950309045">
    <w:abstractNumId w:val="13"/>
  </w:num>
  <w:num w:numId="8" w16cid:durableId="369188738">
    <w:abstractNumId w:val="7"/>
  </w:num>
  <w:num w:numId="9" w16cid:durableId="1451318312">
    <w:abstractNumId w:val="5"/>
  </w:num>
  <w:num w:numId="10" w16cid:durableId="952127560">
    <w:abstractNumId w:val="1"/>
  </w:num>
  <w:num w:numId="11" w16cid:durableId="1583106228">
    <w:abstractNumId w:val="0"/>
  </w:num>
  <w:num w:numId="12" w16cid:durableId="1585796850">
    <w:abstractNumId w:val="12"/>
  </w:num>
  <w:num w:numId="13" w16cid:durableId="1155298041">
    <w:abstractNumId w:val="17"/>
  </w:num>
  <w:num w:numId="14" w16cid:durableId="160707656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52068371">
    <w:abstractNumId w:val="11"/>
  </w:num>
  <w:num w:numId="16" w16cid:durableId="761681225">
    <w:abstractNumId w:val="9"/>
  </w:num>
  <w:num w:numId="17" w16cid:durableId="2008822070">
    <w:abstractNumId w:val="14"/>
  </w:num>
  <w:num w:numId="18" w16cid:durableId="9927562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B47"/>
    <w:rsid w:val="00005692"/>
    <w:rsid w:val="000100DC"/>
    <w:rsid w:val="0001205D"/>
    <w:rsid w:val="0001386A"/>
    <w:rsid w:val="00013F6F"/>
    <w:rsid w:val="000143D4"/>
    <w:rsid w:val="000161BF"/>
    <w:rsid w:val="00016382"/>
    <w:rsid w:val="000216AC"/>
    <w:rsid w:val="00022617"/>
    <w:rsid w:val="000255AA"/>
    <w:rsid w:val="00027A45"/>
    <w:rsid w:val="00034E58"/>
    <w:rsid w:val="000356E9"/>
    <w:rsid w:val="00040A09"/>
    <w:rsid w:val="00044A7A"/>
    <w:rsid w:val="00044B86"/>
    <w:rsid w:val="000456AD"/>
    <w:rsid w:val="00045D17"/>
    <w:rsid w:val="00046326"/>
    <w:rsid w:val="00046937"/>
    <w:rsid w:val="00050508"/>
    <w:rsid w:val="000517EC"/>
    <w:rsid w:val="00054A57"/>
    <w:rsid w:val="00057DE5"/>
    <w:rsid w:val="00060A6D"/>
    <w:rsid w:val="0006100F"/>
    <w:rsid w:val="000630A2"/>
    <w:rsid w:val="00063C3C"/>
    <w:rsid w:val="00065F98"/>
    <w:rsid w:val="00067753"/>
    <w:rsid w:val="000712BE"/>
    <w:rsid w:val="0007183F"/>
    <w:rsid w:val="00076BB8"/>
    <w:rsid w:val="000773BD"/>
    <w:rsid w:val="00080660"/>
    <w:rsid w:val="00083100"/>
    <w:rsid w:val="0008480E"/>
    <w:rsid w:val="00084EF3"/>
    <w:rsid w:val="00085B43"/>
    <w:rsid w:val="00090DAF"/>
    <w:rsid w:val="00092066"/>
    <w:rsid w:val="0009262D"/>
    <w:rsid w:val="00095105"/>
    <w:rsid w:val="000A138E"/>
    <w:rsid w:val="000A1FF7"/>
    <w:rsid w:val="000A4D8C"/>
    <w:rsid w:val="000A5D5E"/>
    <w:rsid w:val="000A7BD4"/>
    <w:rsid w:val="000B1195"/>
    <w:rsid w:val="000B1900"/>
    <w:rsid w:val="000B1D81"/>
    <w:rsid w:val="000B2880"/>
    <w:rsid w:val="000B46FE"/>
    <w:rsid w:val="000B4EC2"/>
    <w:rsid w:val="000B5E79"/>
    <w:rsid w:val="000B7CF7"/>
    <w:rsid w:val="000C249F"/>
    <w:rsid w:val="000C33BE"/>
    <w:rsid w:val="000C402B"/>
    <w:rsid w:val="000D0A6A"/>
    <w:rsid w:val="000D3E6D"/>
    <w:rsid w:val="000E0701"/>
    <w:rsid w:val="000E2BDD"/>
    <w:rsid w:val="000E5F3E"/>
    <w:rsid w:val="000E63DC"/>
    <w:rsid w:val="000E728A"/>
    <w:rsid w:val="000F06E3"/>
    <w:rsid w:val="000F1E88"/>
    <w:rsid w:val="001037D7"/>
    <w:rsid w:val="001061D8"/>
    <w:rsid w:val="00113182"/>
    <w:rsid w:val="00113637"/>
    <w:rsid w:val="001145D0"/>
    <w:rsid w:val="00120988"/>
    <w:rsid w:val="001209AB"/>
    <w:rsid w:val="00122075"/>
    <w:rsid w:val="00123902"/>
    <w:rsid w:val="00123E7A"/>
    <w:rsid w:val="00126F51"/>
    <w:rsid w:val="0012770D"/>
    <w:rsid w:val="00127C96"/>
    <w:rsid w:val="00131286"/>
    <w:rsid w:val="0013300C"/>
    <w:rsid w:val="00133EAD"/>
    <w:rsid w:val="001362EE"/>
    <w:rsid w:val="00145827"/>
    <w:rsid w:val="00146286"/>
    <w:rsid w:val="0015136D"/>
    <w:rsid w:val="00151AE2"/>
    <w:rsid w:val="001528E3"/>
    <w:rsid w:val="00152F6B"/>
    <w:rsid w:val="0015370C"/>
    <w:rsid w:val="00154CA1"/>
    <w:rsid w:val="0015560D"/>
    <w:rsid w:val="00157C64"/>
    <w:rsid w:val="00157CEA"/>
    <w:rsid w:val="00160603"/>
    <w:rsid w:val="00162491"/>
    <w:rsid w:val="00163885"/>
    <w:rsid w:val="00165008"/>
    <w:rsid w:val="00167191"/>
    <w:rsid w:val="00170210"/>
    <w:rsid w:val="001764AB"/>
    <w:rsid w:val="0018420F"/>
    <w:rsid w:val="00191621"/>
    <w:rsid w:val="00191830"/>
    <w:rsid w:val="00196C7C"/>
    <w:rsid w:val="001A12AD"/>
    <w:rsid w:val="001A3A9C"/>
    <w:rsid w:val="001A5900"/>
    <w:rsid w:val="001A7F6F"/>
    <w:rsid w:val="001B100D"/>
    <w:rsid w:val="001B1915"/>
    <w:rsid w:val="001B20F7"/>
    <w:rsid w:val="001B3C9A"/>
    <w:rsid w:val="001B6CFD"/>
    <w:rsid w:val="001C2548"/>
    <w:rsid w:val="001C262C"/>
    <w:rsid w:val="001C655B"/>
    <w:rsid w:val="001C6A7F"/>
    <w:rsid w:val="001C6FA5"/>
    <w:rsid w:val="001C792C"/>
    <w:rsid w:val="001D3E0B"/>
    <w:rsid w:val="001D6A31"/>
    <w:rsid w:val="001E2ACB"/>
    <w:rsid w:val="001E3178"/>
    <w:rsid w:val="001E440C"/>
    <w:rsid w:val="001E56E5"/>
    <w:rsid w:val="001E5C59"/>
    <w:rsid w:val="001E76FD"/>
    <w:rsid w:val="001F219B"/>
    <w:rsid w:val="00200929"/>
    <w:rsid w:val="002029E1"/>
    <w:rsid w:val="00211B6B"/>
    <w:rsid w:val="0021279B"/>
    <w:rsid w:val="002129D7"/>
    <w:rsid w:val="002145DB"/>
    <w:rsid w:val="0021633C"/>
    <w:rsid w:val="00217028"/>
    <w:rsid w:val="00220625"/>
    <w:rsid w:val="002240B4"/>
    <w:rsid w:val="00232377"/>
    <w:rsid w:val="00233D95"/>
    <w:rsid w:val="0023649C"/>
    <w:rsid w:val="0023757C"/>
    <w:rsid w:val="0024084B"/>
    <w:rsid w:val="00243AA2"/>
    <w:rsid w:val="0024420F"/>
    <w:rsid w:val="0024524E"/>
    <w:rsid w:val="00246514"/>
    <w:rsid w:val="00250293"/>
    <w:rsid w:val="0025162B"/>
    <w:rsid w:val="0025324C"/>
    <w:rsid w:val="002541E8"/>
    <w:rsid w:val="00254414"/>
    <w:rsid w:val="00255F1B"/>
    <w:rsid w:val="002561BF"/>
    <w:rsid w:val="002576DB"/>
    <w:rsid w:val="0025784E"/>
    <w:rsid w:val="00261092"/>
    <w:rsid w:val="002622B0"/>
    <w:rsid w:val="00263666"/>
    <w:rsid w:val="0026573B"/>
    <w:rsid w:val="00272DD5"/>
    <w:rsid w:val="002736B4"/>
    <w:rsid w:val="00273D22"/>
    <w:rsid w:val="002750BD"/>
    <w:rsid w:val="00275778"/>
    <w:rsid w:val="00275F15"/>
    <w:rsid w:val="0028389A"/>
    <w:rsid w:val="00293F8E"/>
    <w:rsid w:val="002940F9"/>
    <w:rsid w:val="002A0BE2"/>
    <w:rsid w:val="002A2DE9"/>
    <w:rsid w:val="002A4850"/>
    <w:rsid w:val="002B08F4"/>
    <w:rsid w:val="002B1D40"/>
    <w:rsid w:val="002B56A4"/>
    <w:rsid w:val="002B75EC"/>
    <w:rsid w:val="002B779E"/>
    <w:rsid w:val="002B7DD4"/>
    <w:rsid w:val="002C135D"/>
    <w:rsid w:val="002C2A23"/>
    <w:rsid w:val="002C2D8E"/>
    <w:rsid w:val="002C3332"/>
    <w:rsid w:val="002C3C6B"/>
    <w:rsid w:val="002C4651"/>
    <w:rsid w:val="002C4AE5"/>
    <w:rsid w:val="002C6866"/>
    <w:rsid w:val="002D1D79"/>
    <w:rsid w:val="002D2D28"/>
    <w:rsid w:val="002D544F"/>
    <w:rsid w:val="002E531B"/>
    <w:rsid w:val="002E6998"/>
    <w:rsid w:val="002E76D3"/>
    <w:rsid w:val="002F0F09"/>
    <w:rsid w:val="002F3AFB"/>
    <w:rsid w:val="003018B5"/>
    <w:rsid w:val="00302281"/>
    <w:rsid w:val="003027DE"/>
    <w:rsid w:val="003107A6"/>
    <w:rsid w:val="00315876"/>
    <w:rsid w:val="00321DD5"/>
    <w:rsid w:val="00322558"/>
    <w:rsid w:val="003242E2"/>
    <w:rsid w:val="00324F95"/>
    <w:rsid w:val="00330AC0"/>
    <w:rsid w:val="003314A6"/>
    <w:rsid w:val="003348CF"/>
    <w:rsid w:val="00337E8B"/>
    <w:rsid w:val="0035183E"/>
    <w:rsid w:val="00351EE4"/>
    <w:rsid w:val="00353912"/>
    <w:rsid w:val="00353988"/>
    <w:rsid w:val="00355B92"/>
    <w:rsid w:val="0035788D"/>
    <w:rsid w:val="00360462"/>
    <w:rsid w:val="00363788"/>
    <w:rsid w:val="00364463"/>
    <w:rsid w:val="00364D98"/>
    <w:rsid w:val="00364EAE"/>
    <w:rsid w:val="00365DE7"/>
    <w:rsid w:val="00376011"/>
    <w:rsid w:val="00376E01"/>
    <w:rsid w:val="0037779D"/>
    <w:rsid w:val="003802F4"/>
    <w:rsid w:val="003816C1"/>
    <w:rsid w:val="00387252"/>
    <w:rsid w:val="003879B5"/>
    <w:rsid w:val="00391EB3"/>
    <w:rsid w:val="00393C18"/>
    <w:rsid w:val="00393FAD"/>
    <w:rsid w:val="003945C1"/>
    <w:rsid w:val="00396FE9"/>
    <w:rsid w:val="00397634"/>
    <w:rsid w:val="003A19C4"/>
    <w:rsid w:val="003A2EC9"/>
    <w:rsid w:val="003A3D6D"/>
    <w:rsid w:val="003A4376"/>
    <w:rsid w:val="003A4AD1"/>
    <w:rsid w:val="003A7F0B"/>
    <w:rsid w:val="003B22E5"/>
    <w:rsid w:val="003B29CF"/>
    <w:rsid w:val="003B3823"/>
    <w:rsid w:val="003B38DF"/>
    <w:rsid w:val="003B47AE"/>
    <w:rsid w:val="003B6CA4"/>
    <w:rsid w:val="003B6E97"/>
    <w:rsid w:val="003C0DFB"/>
    <w:rsid w:val="003C361E"/>
    <w:rsid w:val="003C3749"/>
    <w:rsid w:val="003C3E6E"/>
    <w:rsid w:val="003C509E"/>
    <w:rsid w:val="003E4337"/>
    <w:rsid w:val="003E43FA"/>
    <w:rsid w:val="003E4724"/>
    <w:rsid w:val="003E51A5"/>
    <w:rsid w:val="003E7231"/>
    <w:rsid w:val="003E7704"/>
    <w:rsid w:val="003E7F7A"/>
    <w:rsid w:val="003F0590"/>
    <w:rsid w:val="003F27DF"/>
    <w:rsid w:val="003F5301"/>
    <w:rsid w:val="003F6A43"/>
    <w:rsid w:val="003F72FF"/>
    <w:rsid w:val="003F7F08"/>
    <w:rsid w:val="00401178"/>
    <w:rsid w:val="00401DAF"/>
    <w:rsid w:val="00403A4A"/>
    <w:rsid w:val="0040663B"/>
    <w:rsid w:val="00410938"/>
    <w:rsid w:val="00411079"/>
    <w:rsid w:val="00415A5E"/>
    <w:rsid w:val="00422407"/>
    <w:rsid w:val="004224D2"/>
    <w:rsid w:val="00424608"/>
    <w:rsid w:val="0042578E"/>
    <w:rsid w:val="00425F20"/>
    <w:rsid w:val="0043173D"/>
    <w:rsid w:val="00433879"/>
    <w:rsid w:val="004363B5"/>
    <w:rsid w:val="00442904"/>
    <w:rsid w:val="0044424A"/>
    <w:rsid w:val="00446719"/>
    <w:rsid w:val="004547A0"/>
    <w:rsid w:val="00456EF4"/>
    <w:rsid w:val="00467CC2"/>
    <w:rsid w:val="00471EE4"/>
    <w:rsid w:val="00475838"/>
    <w:rsid w:val="00477818"/>
    <w:rsid w:val="004865E8"/>
    <w:rsid w:val="00486C77"/>
    <w:rsid w:val="004879E1"/>
    <w:rsid w:val="00487E2B"/>
    <w:rsid w:val="0049461B"/>
    <w:rsid w:val="004A02A1"/>
    <w:rsid w:val="004A2728"/>
    <w:rsid w:val="004A7091"/>
    <w:rsid w:val="004B1830"/>
    <w:rsid w:val="004B1A3C"/>
    <w:rsid w:val="004B4FA7"/>
    <w:rsid w:val="004B75D4"/>
    <w:rsid w:val="004C097A"/>
    <w:rsid w:val="004C35A2"/>
    <w:rsid w:val="004C48D7"/>
    <w:rsid w:val="004C74A0"/>
    <w:rsid w:val="004D08D8"/>
    <w:rsid w:val="004D2541"/>
    <w:rsid w:val="004D4A26"/>
    <w:rsid w:val="004D5B22"/>
    <w:rsid w:val="004D73CE"/>
    <w:rsid w:val="004D76E9"/>
    <w:rsid w:val="004D7B6A"/>
    <w:rsid w:val="004E19CC"/>
    <w:rsid w:val="004E1F53"/>
    <w:rsid w:val="004E59E2"/>
    <w:rsid w:val="004E6814"/>
    <w:rsid w:val="004E6ED4"/>
    <w:rsid w:val="004F2269"/>
    <w:rsid w:val="004F2FFD"/>
    <w:rsid w:val="004F3DAA"/>
    <w:rsid w:val="004F6024"/>
    <w:rsid w:val="004F625B"/>
    <w:rsid w:val="004F6314"/>
    <w:rsid w:val="004F6A26"/>
    <w:rsid w:val="00500C7E"/>
    <w:rsid w:val="00500D4C"/>
    <w:rsid w:val="00502D8A"/>
    <w:rsid w:val="005038EE"/>
    <w:rsid w:val="00503B78"/>
    <w:rsid w:val="00506CC7"/>
    <w:rsid w:val="005072A4"/>
    <w:rsid w:val="00511ADA"/>
    <w:rsid w:val="005122E0"/>
    <w:rsid w:val="00514D09"/>
    <w:rsid w:val="00520E7E"/>
    <w:rsid w:val="0052241C"/>
    <w:rsid w:val="0052350C"/>
    <w:rsid w:val="00524179"/>
    <w:rsid w:val="0053551F"/>
    <w:rsid w:val="00537C78"/>
    <w:rsid w:val="005416C2"/>
    <w:rsid w:val="0054196B"/>
    <w:rsid w:val="00547A0C"/>
    <w:rsid w:val="00550677"/>
    <w:rsid w:val="00552365"/>
    <w:rsid w:val="0055254B"/>
    <w:rsid w:val="0055312B"/>
    <w:rsid w:val="00553406"/>
    <w:rsid w:val="00556802"/>
    <w:rsid w:val="00556FAB"/>
    <w:rsid w:val="005614AA"/>
    <w:rsid w:val="00562A0E"/>
    <w:rsid w:val="0056628C"/>
    <w:rsid w:val="00572306"/>
    <w:rsid w:val="00573E22"/>
    <w:rsid w:val="00575424"/>
    <w:rsid w:val="00577B5F"/>
    <w:rsid w:val="0058022A"/>
    <w:rsid w:val="0058378E"/>
    <w:rsid w:val="00591011"/>
    <w:rsid w:val="00591550"/>
    <w:rsid w:val="00592415"/>
    <w:rsid w:val="00592D14"/>
    <w:rsid w:val="00595309"/>
    <w:rsid w:val="00596ED4"/>
    <w:rsid w:val="005A0B8D"/>
    <w:rsid w:val="005B062A"/>
    <w:rsid w:val="005B2BD4"/>
    <w:rsid w:val="005B580F"/>
    <w:rsid w:val="005C54FC"/>
    <w:rsid w:val="005C7D9D"/>
    <w:rsid w:val="005D084B"/>
    <w:rsid w:val="005D2428"/>
    <w:rsid w:val="005D7DBF"/>
    <w:rsid w:val="005E18EF"/>
    <w:rsid w:val="005E2AB9"/>
    <w:rsid w:val="005E41A3"/>
    <w:rsid w:val="005E4D86"/>
    <w:rsid w:val="005F0DF9"/>
    <w:rsid w:val="005F2B91"/>
    <w:rsid w:val="005F3FB8"/>
    <w:rsid w:val="005F6EBC"/>
    <w:rsid w:val="005F711B"/>
    <w:rsid w:val="006000F8"/>
    <w:rsid w:val="00605532"/>
    <w:rsid w:val="0060688D"/>
    <w:rsid w:val="00607C99"/>
    <w:rsid w:val="006121C2"/>
    <w:rsid w:val="00613D48"/>
    <w:rsid w:val="00616756"/>
    <w:rsid w:val="00620B32"/>
    <w:rsid w:val="00622551"/>
    <w:rsid w:val="0062753B"/>
    <w:rsid w:val="00627B90"/>
    <w:rsid w:val="00627D98"/>
    <w:rsid w:val="00627FAC"/>
    <w:rsid w:val="00634B6A"/>
    <w:rsid w:val="006356B6"/>
    <w:rsid w:val="006360B3"/>
    <w:rsid w:val="00640120"/>
    <w:rsid w:val="006453E7"/>
    <w:rsid w:val="0064584F"/>
    <w:rsid w:val="0064709A"/>
    <w:rsid w:val="00650623"/>
    <w:rsid w:val="00653D62"/>
    <w:rsid w:val="006542B9"/>
    <w:rsid w:val="00656170"/>
    <w:rsid w:val="00662B59"/>
    <w:rsid w:val="00665E71"/>
    <w:rsid w:val="006676DF"/>
    <w:rsid w:val="00670623"/>
    <w:rsid w:val="00671F9B"/>
    <w:rsid w:val="00675C4F"/>
    <w:rsid w:val="00675F70"/>
    <w:rsid w:val="006871BC"/>
    <w:rsid w:val="0069658D"/>
    <w:rsid w:val="00697077"/>
    <w:rsid w:val="006A1A80"/>
    <w:rsid w:val="006A5A85"/>
    <w:rsid w:val="006A5C82"/>
    <w:rsid w:val="006B1F77"/>
    <w:rsid w:val="006B4A27"/>
    <w:rsid w:val="006B55F2"/>
    <w:rsid w:val="006B57C0"/>
    <w:rsid w:val="006C0803"/>
    <w:rsid w:val="006C1EF9"/>
    <w:rsid w:val="006C76C2"/>
    <w:rsid w:val="006D0053"/>
    <w:rsid w:val="006D5BBB"/>
    <w:rsid w:val="006D61ED"/>
    <w:rsid w:val="006D6208"/>
    <w:rsid w:val="006D6245"/>
    <w:rsid w:val="006D7F2A"/>
    <w:rsid w:val="006E03CA"/>
    <w:rsid w:val="006E471E"/>
    <w:rsid w:val="006E4D09"/>
    <w:rsid w:val="006E7FFB"/>
    <w:rsid w:val="006F193B"/>
    <w:rsid w:val="006F2D99"/>
    <w:rsid w:val="006F3ED1"/>
    <w:rsid w:val="006F4A3A"/>
    <w:rsid w:val="006F673E"/>
    <w:rsid w:val="006F6F27"/>
    <w:rsid w:val="00700F37"/>
    <w:rsid w:val="0070661C"/>
    <w:rsid w:val="00707325"/>
    <w:rsid w:val="00707346"/>
    <w:rsid w:val="0071230F"/>
    <w:rsid w:val="0071415A"/>
    <w:rsid w:val="00715279"/>
    <w:rsid w:val="00721603"/>
    <w:rsid w:val="00735CA2"/>
    <w:rsid w:val="00737984"/>
    <w:rsid w:val="00740CA4"/>
    <w:rsid w:val="007433B0"/>
    <w:rsid w:val="00744BAD"/>
    <w:rsid w:val="00745D5A"/>
    <w:rsid w:val="00746E11"/>
    <w:rsid w:val="007507D1"/>
    <w:rsid w:val="00750C7D"/>
    <w:rsid w:val="00750F8C"/>
    <w:rsid w:val="00753386"/>
    <w:rsid w:val="00755885"/>
    <w:rsid w:val="00756718"/>
    <w:rsid w:val="00757F97"/>
    <w:rsid w:val="00762994"/>
    <w:rsid w:val="007646C3"/>
    <w:rsid w:val="00772CBF"/>
    <w:rsid w:val="007734A4"/>
    <w:rsid w:val="007744D0"/>
    <w:rsid w:val="0078196D"/>
    <w:rsid w:val="00784113"/>
    <w:rsid w:val="007863DF"/>
    <w:rsid w:val="00793722"/>
    <w:rsid w:val="00794507"/>
    <w:rsid w:val="00794C85"/>
    <w:rsid w:val="007957E5"/>
    <w:rsid w:val="007A1ECB"/>
    <w:rsid w:val="007A68CD"/>
    <w:rsid w:val="007A6F9D"/>
    <w:rsid w:val="007B043F"/>
    <w:rsid w:val="007B1B5F"/>
    <w:rsid w:val="007B1CFF"/>
    <w:rsid w:val="007B2594"/>
    <w:rsid w:val="007B27BA"/>
    <w:rsid w:val="007B3E1C"/>
    <w:rsid w:val="007B6880"/>
    <w:rsid w:val="007B7CA5"/>
    <w:rsid w:val="007C0789"/>
    <w:rsid w:val="007C32C5"/>
    <w:rsid w:val="007C3839"/>
    <w:rsid w:val="007C38AE"/>
    <w:rsid w:val="007C77D9"/>
    <w:rsid w:val="007C7AF6"/>
    <w:rsid w:val="007D697B"/>
    <w:rsid w:val="007D7621"/>
    <w:rsid w:val="007E0A8A"/>
    <w:rsid w:val="007E1B7B"/>
    <w:rsid w:val="007E2EF6"/>
    <w:rsid w:val="007E6FF5"/>
    <w:rsid w:val="007F257C"/>
    <w:rsid w:val="007F6088"/>
    <w:rsid w:val="007F75DF"/>
    <w:rsid w:val="008003BD"/>
    <w:rsid w:val="0080433F"/>
    <w:rsid w:val="00804869"/>
    <w:rsid w:val="00806FFB"/>
    <w:rsid w:val="00813894"/>
    <w:rsid w:val="008221AB"/>
    <w:rsid w:val="008224E2"/>
    <w:rsid w:val="00822DD4"/>
    <w:rsid w:val="00830980"/>
    <w:rsid w:val="008316C5"/>
    <w:rsid w:val="00831CDA"/>
    <w:rsid w:val="008372FB"/>
    <w:rsid w:val="0084103A"/>
    <w:rsid w:val="008411AE"/>
    <w:rsid w:val="008427AB"/>
    <w:rsid w:val="00843F4E"/>
    <w:rsid w:val="008466F5"/>
    <w:rsid w:val="00846DA0"/>
    <w:rsid w:val="00847C99"/>
    <w:rsid w:val="00852A48"/>
    <w:rsid w:val="00853BC4"/>
    <w:rsid w:val="0085411E"/>
    <w:rsid w:val="0085797A"/>
    <w:rsid w:val="00857DE9"/>
    <w:rsid w:val="00860D20"/>
    <w:rsid w:val="008633CC"/>
    <w:rsid w:val="00863936"/>
    <w:rsid w:val="00863AF0"/>
    <w:rsid w:val="008641F6"/>
    <w:rsid w:val="00870DE7"/>
    <w:rsid w:val="00875476"/>
    <w:rsid w:val="008772E5"/>
    <w:rsid w:val="00880127"/>
    <w:rsid w:val="008842CF"/>
    <w:rsid w:val="00885ED4"/>
    <w:rsid w:val="008A3A31"/>
    <w:rsid w:val="008A6576"/>
    <w:rsid w:val="008B01FA"/>
    <w:rsid w:val="008B0B20"/>
    <w:rsid w:val="008B1595"/>
    <w:rsid w:val="008B304C"/>
    <w:rsid w:val="008B35AF"/>
    <w:rsid w:val="008B73BC"/>
    <w:rsid w:val="008C006E"/>
    <w:rsid w:val="008C045B"/>
    <w:rsid w:val="008C38DD"/>
    <w:rsid w:val="008D3E29"/>
    <w:rsid w:val="008D561F"/>
    <w:rsid w:val="008E0A6E"/>
    <w:rsid w:val="008E1AC6"/>
    <w:rsid w:val="008E27C0"/>
    <w:rsid w:val="008E28C6"/>
    <w:rsid w:val="008E312C"/>
    <w:rsid w:val="008E45B9"/>
    <w:rsid w:val="008E6D11"/>
    <w:rsid w:val="008E7D1F"/>
    <w:rsid w:val="008F28FF"/>
    <w:rsid w:val="008F74AA"/>
    <w:rsid w:val="0090045A"/>
    <w:rsid w:val="00903154"/>
    <w:rsid w:val="00903483"/>
    <w:rsid w:val="009042F3"/>
    <w:rsid w:val="00907F46"/>
    <w:rsid w:val="00910637"/>
    <w:rsid w:val="00915766"/>
    <w:rsid w:val="0091655E"/>
    <w:rsid w:val="0092051A"/>
    <w:rsid w:val="009209A6"/>
    <w:rsid w:val="00923759"/>
    <w:rsid w:val="00924D9C"/>
    <w:rsid w:val="00925397"/>
    <w:rsid w:val="00930439"/>
    <w:rsid w:val="009304F8"/>
    <w:rsid w:val="00936DF6"/>
    <w:rsid w:val="00941975"/>
    <w:rsid w:val="00944565"/>
    <w:rsid w:val="0094497B"/>
    <w:rsid w:val="00945E16"/>
    <w:rsid w:val="00946591"/>
    <w:rsid w:val="009471DA"/>
    <w:rsid w:val="00947E47"/>
    <w:rsid w:val="00952576"/>
    <w:rsid w:val="0095268D"/>
    <w:rsid w:val="009536B9"/>
    <w:rsid w:val="00955453"/>
    <w:rsid w:val="0096593F"/>
    <w:rsid w:val="0097383B"/>
    <w:rsid w:val="00974262"/>
    <w:rsid w:val="00975E74"/>
    <w:rsid w:val="00976C59"/>
    <w:rsid w:val="0097787C"/>
    <w:rsid w:val="00977DCA"/>
    <w:rsid w:val="00980F3C"/>
    <w:rsid w:val="0098623E"/>
    <w:rsid w:val="009979AE"/>
    <w:rsid w:val="009A2A3C"/>
    <w:rsid w:val="009A6756"/>
    <w:rsid w:val="009B08B3"/>
    <w:rsid w:val="009B4116"/>
    <w:rsid w:val="009B45ED"/>
    <w:rsid w:val="009B6A2B"/>
    <w:rsid w:val="009B737C"/>
    <w:rsid w:val="009C03C0"/>
    <w:rsid w:val="009C0D36"/>
    <w:rsid w:val="009C2535"/>
    <w:rsid w:val="009C5279"/>
    <w:rsid w:val="009C5ADB"/>
    <w:rsid w:val="009C7848"/>
    <w:rsid w:val="009D058D"/>
    <w:rsid w:val="009D0C96"/>
    <w:rsid w:val="009D1BAC"/>
    <w:rsid w:val="009D31DD"/>
    <w:rsid w:val="009D4038"/>
    <w:rsid w:val="009D4096"/>
    <w:rsid w:val="009E0529"/>
    <w:rsid w:val="009E3833"/>
    <w:rsid w:val="009E5899"/>
    <w:rsid w:val="009E5E95"/>
    <w:rsid w:val="009F2B47"/>
    <w:rsid w:val="009F35A3"/>
    <w:rsid w:val="009F3FC6"/>
    <w:rsid w:val="009F6814"/>
    <w:rsid w:val="00A005D7"/>
    <w:rsid w:val="00A01B4C"/>
    <w:rsid w:val="00A04743"/>
    <w:rsid w:val="00A055BB"/>
    <w:rsid w:val="00A05931"/>
    <w:rsid w:val="00A07647"/>
    <w:rsid w:val="00A1164D"/>
    <w:rsid w:val="00A116B1"/>
    <w:rsid w:val="00A1266E"/>
    <w:rsid w:val="00A1463B"/>
    <w:rsid w:val="00A16290"/>
    <w:rsid w:val="00A21D83"/>
    <w:rsid w:val="00A21ED6"/>
    <w:rsid w:val="00A222E0"/>
    <w:rsid w:val="00A23CBB"/>
    <w:rsid w:val="00A253E4"/>
    <w:rsid w:val="00A26FE9"/>
    <w:rsid w:val="00A307B4"/>
    <w:rsid w:val="00A32C81"/>
    <w:rsid w:val="00A365E9"/>
    <w:rsid w:val="00A40352"/>
    <w:rsid w:val="00A40BEA"/>
    <w:rsid w:val="00A4193D"/>
    <w:rsid w:val="00A43023"/>
    <w:rsid w:val="00A45668"/>
    <w:rsid w:val="00A5020D"/>
    <w:rsid w:val="00A53609"/>
    <w:rsid w:val="00A56C80"/>
    <w:rsid w:val="00A613D5"/>
    <w:rsid w:val="00A627E0"/>
    <w:rsid w:val="00A64864"/>
    <w:rsid w:val="00A64AF0"/>
    <w:rsid w:val="00A6596B"/>
    <w:rsid w:val="00A7227D"/>
    <w:rsid w:val="00A726C5"/>
    <w:rsid w:val="00A80918"/>
    <w:rsid w:val="00A814FB"/>
    <w:rsid w:val="00A8171C"/>
    <w:rsid w:val="00A820DA"/>
    <w:rsid w:val="00A82594"/>
    <w:rsid w:val="00A839CB"/>
    <w:rsid w:val="00A841A8"/>
    <w:rsid w:val="00A84CE9"/>
    <w:rsid w:val="00A85132"/>
    <w:rsid w:val="00A85CE6"/>
    <w:rsid w:val="00A90400"/>
    <w:rsid w:val="00A9234A"/>
    <w:rsid w:val="00A935AE"/>
    <w:rsid w:val="00A964CE"/>
    <w:rsid w:val="00A96515"/>
    <w:rsid w:val="00A96BB4"/>
    <w:rsid w:val="00AA3DAC"/>
    <w:rsid w:val="00AA467D"/>
    <w:rsid w:val="00AB1765"/>
    <w:rsid w:val="00AB18D3"/>
    <w:rsid w:val="00AB4980"/>
    <w:rsid w:val="00AB6CE0"/>
    <w:rsid w:val="00AC0D21"/>
    <w:rsid w:val="00AC3406"/>
    <w:rsid w:val="00AD4E96"/>
    <w:rsid w:val="00AD5977"/>
    <w:rsid w:val="00AD7134"/>
    <w:rsid w:val="00AE4BFC"/>
    <w:rsid w:val="00AE6703"/>
    <w:rsid w:val="00AE6A3D"/>
    <w:rsid w:val="00AE6DD4"/>
    <w:rsid w:val="00AF09AE"/>
    <w:rsid w:val="00AF3E21"/>
    <w:rsid w:val="00AF410C"/>
    <w:rsid w:val="00AF4AEE"/>
    <w:rsid w:val="00AF5D2C"/>
    <w:rsid w:val="00B00880"/>
    <w:rsid w:val="00B04A62"/>
    <w:rsid w:val="00B05473"/>
    <w:rsid w:val="00B149AF"/>
    <w:rsid w:val="00B14E9B"/>
    <w:rsid w:val="00B158AA"/>
    <w:rsid w:val="00B159D4"/>
    <w:rsid w:val="00B17B17"/>
    <w:rsid w:val="00B419A4"/>
    <w:rsid w:val="00B44531"/>
    <w:rsid w:val="00B44A54"/>
    <w:rsid w:val="00B475F5"/>
    <w:rsid w:val="00B51031"/>
    <w:rsid w:val="00B575AB"/>
    <w:rsid w:val="00B632B4"/>
    <w:rsid w:val="00B65983"/>
    <w:rsid w:val="00B65EEB"/>
    <w:rsid w:val="00B70833"/>
    <w:rsid w:val="00B70DC0"/>
    <w:rsid w:val="00B71032"/>
    <w:rsid w:val="00B72D47"/>
    <w:rsid w:val="00B7587C"/>
    <w:rsid w:val="00B75A91"/>
    <w:rsid w:val="00B8286F"/>
    <w:rsid w:val="00B82A81"/>
    <w:rsid w:val="00B85ECB"/>
    <w:rsid w:val="00B860E6"/>
    <w:rsid w:val="00B868D1"/>
    <w:rsid w:val="00B875B1"/>
    <w:rsid w:val="00B87F78"/>
    <w:rsid w:val="00B91FBD"/>
    <w:rsid w:val="00B926A8"/>
    <w:rsid w:val="00B95A0F"/>
    <w:rsid w:val="00BA26C2"/>
    <w:rsid w:val="00BA66D4"/>
    <w:rsid w:val="00BC0175"/>
    <w:rsid w:val="00BC21F7"/>
    <w:rsid w:val="00BC5ABD"/>
    <w:rsid w:val="00BC6D2D"/>
    <w:rsid w:val="00BD1453"/>
    <w:rsid w:val="00BD2BE8"/>
    <w:rsid w:val="00BD3BA0"/>
    <w:rsid w:val="00BE0F3B"/>
    <w:rsid w:val="00BE14DC"/>
    <w:rsid w:val="00BE63A5"/>
    <w:rsid w:val="00BF3A44"/>
    <w:rsid w:val="00BF3E39"/>
    <w:rsid w:val="00BF4F73"/>
    <w:rsid w:val="00C020C4"/>
    <w:rsid w:val="00C043F4"/>
    <w:rsid w:val="00C04C72"/>
    <w:rsid w:val="00C05AB2"/>
    <w:rsid w:val="00C07238"/>
    <w:rsid w:val="00C0775F"/>
    <w:rsid w:val="00C07C8B"/>
    <w:rsid w:val="00C11A43"/>
    <w:rsid w:val="00C13B59"/>
    <w:rsid w:val="00C161EE"/>
    <w:rsid w:val="00C2512C"/>
    <w:rsid w:val="00C25D16"/>
    <w:rsid w:val="00C30091"/>
    <w:rsid w:val="00C33DC2"/>
    <w:rsid w:val="00C35E66"/>
    <w:rsid w:val="00C378D8"/>
    <w:rsid w:val="00C43274"/>
    <w:rsid w:val="00C45FE5"/>
    <w:rsid w:val="00C51072"/>
    <w:rsid w:val="00C53024"/>
    <w:rsid w:val="00C54BDF"/>
    <w:rsid w:val="00C55DBC"/>
    <w:rsid w:val="00C56CF0"/>
    <w:rsid w:val="00C57E47"/>
    <w:rsid w:val="00C6250D"/>
    <w:rsid w:val="00C638AD"/>
    <w:rsid w:val="00C661EA"/>
    <w:rsid w:val="00C7173F"/>
    <w:rsid w:val="00C75FBA"/>
    <w:rsid w:val="00C7726D"/>
    <w:rsid w:val="00C8058A"/>
    <w:rsid w:val="00C81258"/>
    <w:rsid w:val="00C829D8"/>
    <w:rsid w:val="00C84613"/>
    <w:rsid w:val="00C847BD"/>
    <w:rsid w:val="00C8564B"/>
    <w:rsid w:val="00C90C3E"/>
    <w:rsid w:val="00C919D8"/>
    <w:rsid w:val="00C9315F"/>
    <w:rsid w:val="00C95831"/>
    <w:rsid w:val="00C96C88"/>
    <w:rsid w:val="00CA13C2"/>
    <w:rsid w:val="00CA1834"/>
    <w:rsid w:val="00CA3747"/>
    <w:rsid w:val="00CA3F4C"/>
    <w:rsid w:val="00CB037F"/>
    <w:rsid w:val="00CB4383"/>
    <w:rsid w:val="00CB6476"/>
    <w:rsid w:val="00CB6841"/>
    <w:rsid w:val="00CC29CE"/>
    <w:rsid w:val="00CC4AFE"/>
    <w:rsid w:val="00CC5C46"/>
    <w:rsid w:val="00CC7C2F"/>
    <w:rsid w:val="00CD23CC"/>
    <w:rsid w:val="00CD320C"/>
    <w:rsid w:val="00CD5E1E"/>
    <w:rsid w:val="00CD6CC7"/>
    <w:rsid w:val="00CF02D0"/>
    <w:rsid w:val="00CF1D79"/>
    <w:rsid w:val="00CF1F04"/>
    <w:rsid w:val="00CF276E"/>
    <w:rsid w:val="00CF69C1"/>
    <w:rsid w:val="00D00234"/>
    <w:rsid w:val="00D01D6B"/>
    <w:rsid w:val="00D02559"/>
    <w:rsid w:val="00D0775E"/>
    <w:rsid w:val="00D1035A"/>
    <w:rsid w:val="00D10856"/>
    <w:rsid w:val="00D10AC8"/>
    <w:rsid w:val="00D10E55"/>
    <w:rsid w:val="00D1717F"/>
    <w:rsid w:val="00D20FED"/>
    <w:rsid w:val="00D22AB3"/>
    <w:rsid w:val="00D30AEE"/>
    <w:rsid w:val="00D3310E"/>
    <w:rsid w:val="00D341DD"/>
    <w:rsid w:val="00D345DD"/>
    <w:rsid w:val="00D35322"/>
    <w:rsid w:val="00D3637E"/>
    <w:rsid w:val="00D4207A"/>
    <w:rsid w:val="00D42597"/>
    <w:rsid w:val="00D520DB"/>
    <w:rsid w:val="00D567A0"/>
    <w:rsid w:val="00D61C91"/>
    <w:rsid w:val="00D61D85"/>
    <w:rsid w:val="00D64D8F"/>
    <w:rsid w:val="00D664CA"/>
    <w:rsid w:val="00D67033"/>
    <w:rsid w:val="00D67EEB"/>
    <w:rsid w:val="00D74770"/>
    <w:rsid w:val="00D7561E"/>
    <w:rsid w:val="00D77EFB"/>
    <w:rsid w:val="00D80059"/>
    <w:rsid w:val="00D810CD"/>
    <w:rsid w:val="00D81FAE"/>
    <w:rsid w:val="00D93631"/>
    <w:rsid w:val="00D9575E"/>
    <w:rsid w:val="00D97AC6"/>
    <w:rsid w:val="00DA5471"/>
    <w:rsid w:val="00DA7AED"/>
    <w:rsid w:val="00DB0063"/>
    <w:rsid w:val="00DB17EC"/>
    <w:rsid w:val="00DB2FA0"/>
    <w:rsid w:val="00DC062B"/>
    <w:rsid w:val="00DC340C"/>
    <w:rsid w:val="00DC71B4"/>
    <w:rsid w:val="00DD1487"/>
    <w:rsid w:val="00DD2B11"/>
    <w:rsid w:val="00DD2BE4"/>
    <w:rsid w:val="00DD3DEC"/>
    <w:rsid w:val="00DE4F55"/>
    <w:rsid w:val="00DE7E48"/>
    <w:rsid w:val="00DE7F47"/>
    <w:rsid w:val="00DF1213"/>
    <w:rsid w:val="00E01289"/>
    <w:rsid w:val="00E0592C"/>
    <w:rsid w:val="00E0637F"/>
    <w:rsid w:val="00E06E78"/>
    <w:rsid w:val="00E10026"/>
    <w:rsid w:val="00E1214C"/>
    <w:rsid w:val="00E143A2"/>
    <w:rsid w:val="00E15047"/>
    <w:rsid w:val="00E21851"/>
    <w:rsid w:val="00E21A3E"/>
    <w:rsid w:val="00E22D71"/>
    <w:rsid w:val="00E233AE"/>
    <w:rsid w:val="00E30AA8"/>
    <w:rsid w:val="00E31E15"/>
    <w:rsid w:val="00E33F68"/>
    <w:rsid w:val="00E343D1"/>
    <w:rsid w:val="00E3616E"/>
    <w:rsid w:val="00E3625A"/>
    <w:rsid w:val="00E36D19"/>
    <w:rsid w:val="00E410B7"/>
    <w:rsid w:val="00E421F5"/>
    <w:rsid w:val="00E44939"/>
    <w:rsid w:val="00E514FA"/>
    <w:rsid w:val="00E55C3D"/>
    <w:rsid w:val="00E618EA"/>
    <w:rsid w:val="00E62B9A"/>
    <w:rsid w:val="00E65073"/>
    <w:rsid w:val="00E707B6"/>
    <w:rsid w:val="00E715D0"/>
    <w:rsid w:val="00E72A0B"/>
    <w:rsid w:val="00E7524B"/>
    <w:rsid w:val="00E76035"/>
    <w:rsid w:val="00E806E7"/>
    <w:rsid w:val="00E829DA"/>
    <w:rsid w:val="00E86634"/>
    <w:rsid w:val="00E87FBA"/>
    <w:rsid w:val="00E90B8E"/>
    <w:rsid w:val="00E9256E"/>
    <w:rsid w:val="00E960BE"/>
    <w:rsid w:val="00EA09DE"/>
    <w:rsid w:val="00EA21FD"/>
    <w:rsid w:val="00EA3F98"/>
    <w:rsid w:val="00EA5FD2"/>
    <w:rsid w:val="00EA7105"/>
    <w:rsid w:val="00EB067F"/>
    <w:rsid w:val="00EB0A03"/>
    <w:rsid w:val="00EB157A"/>
    <w:rsid w:val="00EC32B8"/>
    <w:rsid w:val="00EC7296"/>
    <w:rsid w:val="00ED2C9F"/>
    <w:rsid w:val="00ED56DC"/>
    <w:rsid w:val="00EE1E37"/>
    <w:rsid w:val="00EE319B"/>
    <w:rsid w:val="00EE4E12"/>
    <w:rsid w:val="00EE5A50"/>
    <w:rsid w:val="00EE7F73"/>
    <w:rsid w:val="00EF0A96"/>
    <w:rsid w:val="00EF5313"/>
    <w:rsid w:val="00EF5467"/>
    <w:rsid w:val="00EF72FB"/>
    <w:rsid w:val="00F03268"/>
    <w:rsid w:val="00F0345D"/>
    <w:rsid w:val="00F03A68"/>
    <w:rsid w:val="00F04C08"/>
    <w:rsid w:val="00F06A61"/>
    <w:rsid w:val="00F07FF9"/>
    <w:rsid w:val="00F10A1A"/>
    <w:rsid w:val="00F11312"/>
    <w:rsid w:val="00F11BBB"/>
    <w:rsid w:val="00F20448"/>
    <w:rsid w:val="00F21A66"/>
    <w:rsid w:val="00F268DE"/>
    <w:rsid w:val="00F269EC"/>
    <w:rsid w:val="00F26C09"/>
    <w:rsid w:val="00F309EE"/>
    <w:rsid w:val="00F355B4"/>
    <w:rsid w:val="00F4215E"/>
    <w:rsid w:val="00F44747"/>
    <w:rsid w:val="00F50CE3"/>
    <w:rsid w:val="00F51E01"/>
    <w:rsid w:val="00F54286"/>
    <w:rsid w:val="00F544CB"/>
    <w:rsid w:val="00F60E94"/>
    <w:rsid w:val="00F60ED6"/>
    <w:rsid w:val="00F626E0"/>
    <w:rsid w:val="00F74182"/>
    <w:rsid w:val="00F74B7E"/>
    <w:rsid w:val="00F819DE"/>
    <w:rsid w:val="00F82963"/>
    <w:rsid w:val="00F85FE2"/>
    <w:rsid w:val="00F871A7"/>
    <w:rsid w:val="00F878C7"/>
    <w:rsid w:val="00F921E9"/>
    <w:rsid w:val="00F92297"/>
    <w:rsid w:val="00F92FDA"/>
    <w:rsid w:val="00F9502F"/>
    <w:rsid w:val="00F95955"/>
    <w:rsid w:val="00FA0338"/>
    <w:rsid w:val="00FA2D1A"/>
    <w:rsid w:val="00FA7864"/>
    <w:rsid w:val="00FB1274"/>
    <w:rsid w:val="00FC7262"/>
    <w:rsid w:val="00FD1044"/>
    <w:rsid w:val="00FD32AB"/>
    <w:rsid w:val="00FD694E"/>
    <w:rsid w:val="00FE33D0"/>
    <w:rsid w:val="00FE33ED"/>
    <w:rsid w:val="00FE587A"/>
    <w:rsid w:val="00FE5E8F"/>
    <w:rsid w:val="00FF0528"/>
    <w:rsid w:val="00FF060E"/>
    <w:rsid w:val="00FF1BF6"/>
    <w:rsid w:val="00FF4809"/>
    <w:rsid w:val="00FF5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D2CAB6"/>
  <w14:defaultImageDpi w14:val="0"/>
  <w15:docId w15:val="{D6F037F1-03C0-4661-860B-5A017FDC3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065F98"/>
    <w:rPr>
      <w:rFonts w:ascii="Arial" w:hAnsi="Arial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8725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8641F6"/>
    <w:pPr>
      <w:spacing w:before="240" w:after="60"/>
      <w:outlineLvl w:val="8"/>
    </w:pPr>
    <w:rPr>
      <w:sz w:val="22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locked/>
    <w:rsid w:val="00387252"/>
    <w:rPr>
      <w:rFonts w:ascii="Cambria" w:hAnsi="Cambria" w:cs="Times New Roman"/>
      <w:b/>
      <w:kern w:val="32"/>
      <w:sz w:val="32"/>
      <w:lang w:val="x-none" w:eastAsia="en-US"/>
    </w:rPr>
  </w:style>
  <w:style w:type="character" w:customStyle="1" w:styleId="Pealkiri9Mrk">
    <w:name w:val="Pealkiri 9 Märk"/>
    <w:basedOn w:val="Liguvaikefont"/>
    <w:link w:val="Pealkiri9"/>
    <w:uiPriority w:val="9"/>
    <w:semiHidden/>
    <w:locked/>
    <w:rsid w:val="008641F6"/>
    <w:rPr>
      <w:rFonts w:ascii="Arial" w:hAnsi="Arial" w:cs="Times New Roman"/>
      <w:sz w:val="22"/>
    </w:rPr>
  </w:style>
  <w:style w:type="paragraph" w:styleId="Pis">
    <w:name w:val="header"/>
    <w:basedOn w:val="Normaallaad"/>
    <w:link w:val="PisMrk"/>
    <w:uiPriority w:val="99"/>
    <w:rsid w:val="00065F98"/>
    <w:pPr>
      <w:tabs>
        <w:tab w:val="center" w:pos="4153"/>
        <w:tab w:val="right" w:pos="8306"/>
      </w:tabs>
    </w:pPr>
  </w:style>
  <w:style w:type="character" w:customStyle="1" w:styleId="PisMrk">
    <w:name w:val="Päis Märk"/>
    <w:basedOn w:val="Liguvaikefont"/>
    <w:link w:val="Pis"/>
    <w:uiPriority w:val="99"/>
    <w:semiHidden/>
    <w:locked/>
    <w:rPr>
      <w:rFonts w:ascii="Arial" w:hAnsi="Arial" w:cs="Times New Roman"/>
      <w:sz w:val="24"/>
      <w:lang w:val="x-none" w:eastAsia="en-US"/>
    </w:rPr>
  </w:style>
  <w:style w:type="paragraph" w:styleId="Jalus">
    <w:name w:val="footer"/>
    <w:basedOn w:val="Normaallaad"/>
    <w:link w:val="JalusMrk"/>
    <w:uiPriority w:val="99"/>
    <w:rsid w:val="00065F98"/>
    <w:pPr>
      <w:tabs>
        <w:tab w:val="center" w:pos="4153"/>
        <w:tab w:val="right" w:pos="8306"/>
      </w:tabs>
    </w:pPr>
  </w:style>
  <w:style w:type="character" w:customStyle="1" w:styleId="JalusMrk">
    <w:name w:val="Jalus Märk"/>
    <w:basedOn w:val="Liguvaikefont"/>
    <w:link w:val="Jalus"/>
    <w:uiPriority w:val="99"/>
    <w:semiHidden/>
    <w:locked/>
    <w:rPr>
      <w:rFonts w:ascii="Arial" w:hAnsi="Arial" w:cs="Times New Roman"/>
      <w:sz w:val="24"/>
      <w:lang w:val="x-none" w:eastAsia="en-US"/>
    </w:rPr>
  </w:style>
  <w:style w:type="character" w:styleId="Lehekljenumber">
    <w:name w:val="page number"/>
    <w:basedOn w:val="Liguvaikefont"/>
    <w:uiPriority w:val="99"/>
    <w:rsid w:val="00065F98"/>
    <w:rPr>
      <w:rFonts w:cs="Times New Roman"/>
    </w:rPr>
  </w:style>
  <w:style w:type="character" w:styleId="Hperlink">
    <w:name w:val="Hyperlink"/>
    <w:basedOn w:val="Liguvaikefont"/>
    <w:uiPriority w:val="99"/>
    <w:rsid w:val="00065F98"/>
    <w:rPr>
      <w:rFonts w:cs="Times New Roman"/>
      <w:color w:val="0000FF"/>
      <w:u w:val="single"/>
    </w:rPr>
  </w:style>
  <w:style w:type="character" w:styleId="Klastatudhperlink">
    <w:name w:val="FollowedHyperlink"/>
    <w:basedOn w:val="Liguvaikefont"/>
    <w:uiPriority w:val="99"/>
    <w:rsid w:val="00065F98"/>
    <w:rPr>
      <w:rFonts w:cs="Times New Roman"/>
      <w:color w:val="800080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rsid w:val="001B20F7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paragraph" w:styleId="Kehatekst">
    <w:name w:val="Body Text"/>
    <w:basedOn w:val="Normaallaad"/>
    <w:link w:val="KehatekstMrk"/>
    <w:uiPriority w:val="99"/>
    <w:rsid w:val="00BF3E39"/>
    <w:pPr>
      <w:tabs>
        <w:tab w:val="left" w:pos="567"/>
      </w:tabs>
      <w:spacing w:before="120"/>
    </w:pPr>
    <w:rPr>
      <w:rFonts w:ascii="Times New Roman" w:hAnsi="Times New Roman"/>
    </w:rPr>
  </w:style>
  <w:style w:type="character" w:customStyle="1" w:styleId="KehatekstMrk">
    <w:name w:val="Kehatekst Märk"/>
    <w:basedOn w:val="Liguvaikefont"/>
    <w:link w:val="Kehatekst"/>
    <w:uiPriority w:val="99"/>
    <w:locked/>
    <w:rsid w:val="00BF3E39"/>
    <w:rPr>
      <w:rFonts w:cs="Times New Roman"/>
      <w:snapToGrid w:val="0"/>
      <w:sz w:val="24"/>
      <w:lang w:val="x-none" w:eastAsia="en-US"/>
    </w:rPr>
  </w:style>
  <w:style w:type="paragraph" w:styleId="Loend2">
    <w:name w:val="List 2"/>
    <w:basedOn w:val="Normaallaad"/>
    <w:uiPriority w:val="99"/>
    <w:unhideWhenUsed/>
    <w:rsid w:val="008641F6"/>
    <w:pPr>
      <w:ind w:left="566" w:hanging="283"/>
    </w:pPr>
    <w:rPr>
      <w:kern w:val="28"/>
    </w:rPr>
  </w:style>
  <w:style w:type="paragraph" w:styleId="Vahedeta">
    <w:name w:val="No Spacing"/>
    <w:uiPriority w:val="1"/>
    <w:qFormat/>
    <w:rsid w:val="00BE14DC"/>
    <w:rPr>
      <w:rFonts w:ascii="Calibri" w:hAnsi="Calibri"/>
      <w:sz w:val="22"/>
      <w:szCs w:val="22"/>
      <w:lang w:eastAsia="en-US"/>
    </w:rPr>
  </w:style>
  <w:style w:type="paragraph" w:styleId="Normaallaadveeb">
    <w:name w:val="Normal (Web)"/>
    <w:basedOn w:val="Normaallaad"/>
    <w:uiPriority w:val="99"/>
    <w:unhideWhenUsed/>
    <w:rsid w:val="00BC0175"/>
    <w:pPr>
      <w:spacing w:before="100" w:beforeAutospacing="1" w:after="100" w:afterAutospacing="1"/>
    </w:pPr>
    <w:rPr>
      <w:rFonts w:ascii="Times New Roman" w:hAnsi="Times New Roman"/>
      <w:szCs w:val="24"/>
      <w:lang w:eastAsia="et-EE"/>
    </w:rPr>
  </w:style>
  <w:style w:type="paragraph" w:styleId="Loendilik">
    <w:name w:val="List Paragraph"/>
    <w:basedOn w:val="Normaallaad"/>
    <w:uiPriority w:val="34"/>
    <w:qFormat/>
    <w:rsid w:val="00E233AE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regnr">
    <w:name w:val="regnr"/>
    <w:basedOn w:val="Liguvaikefont"/>
    <w:uiPriority w:val="99"/>
    <w:rsid w:val="000B1D81"/>
    <w:rPr>
      <w:rFonts w:cs="Times New Roman"/>
    </w:rPr>
  </w:style>
  <w:style w:type="paragraph" w:customStyle="1" w:styleId="paragraph">
    <w:name w:val="paragraph"/>
    <w:basedOn w:val="Normaallaad"/>
    <w:rsid w:val="00846DA0"/>
    <w:pPr>
      <w:spacing w:before="100" w:beforeAutospacing="1" w:after="100" w:afterAutospacing="1"/>
    </w:pPr>
    <w:rPr>
      <w:rFonts w:ascii="Times New Roman" w:hAnsi="Times New Roman"/>
      <w:szCs w:val="24"/>
      <w:lang w:eastAsia="et-EE"/>
    </w:rPr>
  </w:style>
  <w:style w:type="character" w:customStyle="1" w:styleId="normaltextrun">
    <w:name w:val="normaltextrun"/>
    <w:basedOn w:val="Liguvaikefont"/>
    <w:rsid w:val="00846DA0"/>
    <w:rPr>
      <w:rFonts w:cs="Times New Roman"/>
    </w:rPr>
  </w:style>
  <w:style w:type="character" w:customStyle="1" w:styleId="eop">
    <w:name w:val="eop"/>
    <w:basedOn w:val="Liguvaikefont"/>
    <w:rsid w:val="00846DA0"/>
    <w:rPr>
      <w:rFonts w:cs="Times New Roman"/>
    </w:rPr>
  </w:style>
  <w:style w:type="paragraph" w:customStyle="1" w:styleId="xxmsonormal">
    <w:name w:val="x_x_msonormal"/>
    <w:basedOn w:val="Normaallaad"/>
    <w:rsid w:val="00A814FB"/>
    <w:pPr>
      <w:spacing w:before="100" w:beforeAutospacing="1" w:after="100" w:afterAutospacing="1"/>
    </w:pPr>
    <w:rPr>
      <w:rFonts w:ascii="Times New Roman" w:hAnsi="Times New Roman"/>
      <w:szCs w:val="24"/>
      <w:lang w:eastAsia="et-EE"/>
    </w:rPr>
  </w:style>
  <w:style w:type="character" w:styleId="Lahendamatamainimine">
    <w:name w:val="Unresolved Mention"/>
    <w:basedOn w:val="Liguvaikefont"/>
    <w:uiPriority w:val="99"/>
    <w:semiHidden/>
    <w:unhideWhenUsed/>
    <w:rsid w:val="00DE7E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2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036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096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3254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46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0594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414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226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398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39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39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398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9398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98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98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98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98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98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98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98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68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04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527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ronika\Desktop\kirjaplank.dot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kirjaplank</Template>
  <TotalTime>1097</TotalTime>
  <Pages>2</Pages>
  <Words>643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Suure-Jaani Linnavalitsus</Company>
  <LinksUpToDate>false</LinksUpToDate>
  <CharactersWithSpaces>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</dc:creator>
  <cp:keywords/>
  <dc:description/>
  <cp:lastModifiedBy>Kadi Soolo</cp:lastModifiedBy>
  <cp:revision>483</cp:revision>
  <cp:lastPrinted>2015-04-22T06:21:00Z</cp:lastPrinted>
  <dcterms:created xsi:type="dcterms:W3CDTF">2024-02-19T09:59:00Z</dcterms:created>
  <dcterms:modified xsi:type="dcterms:W3CDTF">2024-06-04T06:14:00Z</dcterms:modified>
</cp:coreProperties>
</file>